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346B3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754C1C70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03EBE59C" w14:textId="278D0F1E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933888">
        <w:rPr>
          <w:rFonts w:ascii="Corbel" w:hAnsi="Corbel"/>
          <w:i/>
          <w:smallCaps/>
          <w:sz w:val="24"/>
          <w:szCs w:val="24"/>
        </w:rPr>
        <w:t>2023 - 2026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BD43AF6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67E6A610" w14:textId="22EB9787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</w:t>
      </w:r>
      <w:r w:rsidR="00933888">
        <w:rPr>
          <w:rFonts w:ascii="Corbel" w:hAnsi="Corbel"/>
          <w:sz w:val="20"/>
          <w:szCs w:val="20"/>
        </w:rPr>
        <w:t>2023/24</w:t>
      </w:r>
      <w:r w:rsidRPr="00B169DF">
        <w:rPr>
          <w:rFonts w:ascii="Corbel" w:hAnsi="Corbel"/>
          <w:sz w:val="20"/>
          <w:szCs w:val="20"/>
        </w:rPr>
        <w:t>..</w:t>
      </w:r>
    </w:p>
    <w:p w14:paraId="167DA495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D1FA9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D7773E6" w14:textId="77777777" w:rsidTr="00933888">
        <w:tc>
          <w:tcPr>
            <w:tcW w:w="2694" w:type="dxa"/>
            <w:vAlign w:val="center"/>
          </w:tcPr>
          <w:p w14:paraId="72C0A289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32855FB" w14:textId="08E92275" w:rsidR="0085747A" w:rsidRPr="004F1833" w:rsidRDefault="004F1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F1833">
              <w:rPr>
                <w:rFonts w:ascii="Corbel" w:hAnsi="Corbel" w:cs="TimesNewRomanPSMT"/>
                <w:b w:val="0"/>
                <w:sz w:val="24"/>
                <w:szCs w:val="24"/>
              </w:rPr>
              <w:t>Modele i koncepcje profilaktyki społecznej i resocjalizacji</w:t>
            </w:r>
          </w:p>
        </w:tc>
      </w:tr>
      <w:tr w:rsidR="0085747A" w:rsidRPr="00B169DF" w14:paraId="461D2F25" w14:textId="77777777" w:rsidTr="00933888">
        <w:tc>
          <w:tcPr>
            <w:tcW w:w="2694" w:type="dxa"/>
            <w:vAlign w:val="center"/>
          </w:tcPr>
          <w:p w14:paraId="0AA5FFBF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D50F6EA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33888" w:rsidRPr="00B169DF" w14:paraId="6144BA4A" w14:textId="77777777" w:rsidTr="00933888">
        <w:tc>
          <w:tcPr>
            <w:tcW w:w="2694" w:type="dxa"/>
            <w:vAlign w:val="center"/>
          </w:tcPr>
          <w:p w14:paraId="68A68ADC" w14:textId="77777777" w:rsidR="00933888" w:rsidRPr="00B169DF" w:rsidRDefault="00933888" w:rsidP="0093388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82A13C1" w14:textId="0845065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933888" w:rsidRPr="00B169DF" w14:paraId="2BCF0076" w14:textId="77777777" w:rsidTr="00933888">
        <w:tc>
          <w:tcPr>
            <w:tcW w:w="2694" w:type="dxa"/>
            <w:vAlign w:val="center"/>
          </w:tcPr>
          <w:p w14:paraId="24AB874B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721CFD" w14:textId="5B117B8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933888" w:rsidRPr="00B169DF" w14:paraId="573FC791" w14:textId="77777777" w:rsidTr="00933888">
        <w:tc>
          <w:tcPr>
            <w:tcW w:w="2694" w:type="dxa"/>
            <w:vAlign w:val="center"/>
          </w:tcPr>
          <w:p w14:paraId="3F516D95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1E5C83E" w14:textId="07B2F6B5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sp. profilaktyka społeczna z resocjalizacją</w:t>
            </w:r>
          </w:p>
        </w:tc>
      </w:tr>
      <w:tr w:rsidR="00933888" w:rsidRPr="00B169DF" w14:paraId="5BA7D470" w14:textId="77777777" w:rsidTr="00933888">
        <w:tc>
          <w:tcPr>
            <w:tcW w:w="2694" w:type="dxa"/>
            <w:vAlign w:val="center"/>
          </w:tcPr>
          <w:p w14:paraId="44D7E5BC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9531E5" w14:textId="00EA4762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933888" w:rsidRPr="00B169DF" w14:paraId="0A3A8372" w14:textId="77777777" w:rsidTr="00933888">
        <w:tc>
          <w:tcPr>
            <w:tcW w:w="2694" w:type="dxa"/>
            <w:vAlign w:val="center"/>
          </w:tcPr>
          <w:p w14:paraId="508DBA02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825B917" w14:textId="36C127E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933888" w:rsidRPr="00B169DF" w14:paraId="756837A9" w14:textId="77777777" w:rsidTr="00933888">
        <w:tc>
          <w:tcPr>
            <w:tcW w:w="2694" w:type="dxa"/>
            <w:vAlign w:val="center"/>
          </w:tcPr>
          <w:p w14:paraId="01D168F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B44FDA" w14:textId="7BF46D3A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933888" w:rsidRPr="00B169DF" w14:paraId="565BC732" w14:textId="77777777" w:rsidTr="00933888">
        <w:tc>
          <w:tcPr>
            <w:tcW w:w="2694" w:type="dxa"/>
            <w:vAlign w:val="center"/>
          </w:tcPr>
          <w:p w14:paraId="3A2C3A97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4DD097C9" w14:textId="3049E58F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F1833">
              <w:rPr>
                <w:rFonts w:ascii="Corbel" w:hAnsi="Corbel"/>
                <w:b w:val="0"/>
                <w:color w:val="auto"/>
                <w:sz w:val="24"/>
                <w:szCs w:val="24"/>
              </w:rPr>
              <w:t>2</w:t>
            </w:r>
          </w:p>
        </w:tc>
      </w:tr>
      <w:tr w:rsidR="00933888" w:rsidRPr="00B169DF" w14:paraId="046F4CA2" w14:textId="77777777" w:rsidTr="00933888">
        <w:tc>
          <w:tcPr>
            <w:tcW w:w="2694" w:type="dxa"/>
            <w:vAlign w:val="center"/>
          </w:tcPr>
          <w:p w14:paraId="19F5A674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FF6915" w14:textId="31B4DD94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33888" w:rsidRPr="00B169DF" w14:paraId="45CD0884" w14:textId="77777777" w:rsidTr="00933888">
        <w:tc>
          <w:tcPr>
            <w:tcW w:w="2694" w:type="dxa"/>
            <w:vAlign w:val="center"/>
          </w:tcPr>
          <w:p w14:paraId="3CDB9C0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FFD5C5C" w14:textId="02A5460B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933888" w:rsidRPr="00B169DF" w14:paraId="767FADA8" w14:textId="77777777" w:rsidTr="00933888">
        <w:tc>
          <w:tcPr>
            <w:tcW w:w="2694" w:type="dxa"/>
            <w:vAlign w:val="center"/>
          </w:tcPr>
          <w:p w14:paraId="65CC9AA6" w14:textId="77777777" w:rsidR="00933888" w:rsidRPr="00B169DF" w:rsidRDefault="00933888" w:rsidP="0093388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55C551" w14:textId="197CCE38" w:rsidR="00933888" w:rsidRPr="00B169DF" w:rsidRDefault="00933888" w:rsidP="009338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4A75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85747A" w:rsidRPr="00B169DF" w14:paraId="02531B8B" w14:textId="77777777" w:rsidTr="00933888">
        <w:tc>
          <w:tcPr>
            <w:tcW w:w="2694" w:type="dxa"/>
            <w:vAlign w:val="center"/>
          </w:tcPr>
          <w:p w14:paraId="1B36025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048446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9545A1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441231B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095515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11AAD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30AD307" w14:textId="77777777" w:rsidTr="0070563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309DD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712E3960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C0CC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27C7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DC316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2056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4FA4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378A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84AE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D53A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F548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391B8009" w14:textId="77777777" w:rsidTr="0070563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837E" w14:textId="5FD453D7" w:rsidR="00015B8F" w:rsidRPr="00B169DF" w:rsidRDefault="004F18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4B57" w14:textId="09C9110A" w:rsidR="00015B8F" w:rsidRPr="00B169DF" w:rsidRDefault="004F18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24F41" w14:textId="5F0D2904" w:rsidR="00015B8F" w:rsidRPr="00B169DF" w:rsidRDefault="009338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33D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FCD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0BAF9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1B2A1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B1F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E24BB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BECD" w14:textId="58739826" w:rsidR="00015B8F" w:rsidRPr="00B169DF" w:rsidRDefault="004F18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46D1FC0" w14:textId="77777777" w:rsidR="00923D7D" w:rsidRPr="00B169DF" w:rsidRDefault="00923D7D" w:rsidP="0070563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67E0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2BE0ADD" w14:textId="77777777" w:rsidR="00933888" w:rsidRPr="00B41021" w:rsidRDefault="00933888" w:rsidP="00933888">
      <w:pPr>
        <w:pStyle w:val="Punktygwne"/>
        <w:spacing w:before="0" w:after="0" w:line="320" w:lineRule="exact"/>
        <w:ind w:left="708"/>
        <w:rPr>
          <w:rFonts w:ascii="Corbel" w:hAnsi="Corbel"/>
          <w:b w:val="0"/>
          <w:smallCaps w:val="0"/>
          <w:szCs w:val="24"/>
        </w:rPr>
      </w:pPr>
      <w:r w:rsidRPr="00B41021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B4102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777993E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3EAB5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406EA5" w14:textId="68B6B769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</w:t>
      </w:r>
      <w:r w:rsidR="00933888" w:rsidRPr="00B169DF">
        <w:rPr>
          <w:rFonts w:ascii="Corbel" w:hAnsi="Corbel"/>
          <w:smallCaps w:val="0"/>
          <w:szCs w:val="24"/>
        </w:rPr>
        <w:t>przedmiotu (</w:t>
      </w:r>
      <w:r w:rsidRPr="00B169DF">
        <w:rPr>
          <w:rFonts w:ascii="Corbel" w:hAnsi="Corbel"/>
          <w:smallCaps w:val="0"/>
          <w:szCs w:val="24"/>
        </w:rPr>
        <w:t xml:space="preserve">z toku) </w:t>
      </w:r>
    </w:p>
    <w:p w14:paraId="57E16657" w14:textId="5CDE9F7F" w:rsidR="009C54AE" w:rsidRPr="00933888" w:rsidRDefault="00933888" w:rsidP="00933888">
      <w:pPr>
        <w:pStyle w:val="Punktygwne"/>
        <w:spacing w:before="0" w:after="0"/>
        <w:ind w:left="709"/>
        <w:rPr>
          <w:rFonts w:ascii="Corbel" w:hAnsi="Corbel"/>
          <w:b w:val="0"/>
          <w:i/>
          <w:iCs/>
          <w:szCs w:val="24"/>
        </w:rPr>
      </w:pPr>
      <w:r w:rsidRPr="00933888">
        <w:rPr>
          <w:rFonts w:ascii="Corbel" w:hAnsi="Corbel"/>
          <w:b w:val="0"/>
          <w:i/>
          <w:iCs/>
          <w:smallCaps w:val="0"/>
          <w:szCs w:val="24"/>
        </w:rPr>
        <w:t>Egzamin</w:t>
      </w:r>
    </w:p>
    <w:p w14:paraId="7D1FEC7F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C0BC9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0355C46B" w14:textId="77777777" w:rsidTr="00745302">
        <w:tc>
          <w:tcPr>
            <w:tcW w:w="9670" w:type="dxa"/>
          </w:tcPr>
          <w:p w14:paraId="3BB75572" w14:textId="67C11E3C" w:rsidR="0085747A" w:rsidRPr="00B169DF" w:rsidRDefault="0093388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1021">
              <w:rPr>
                <w:rFonts w:ascii="Corbel" w:hAnsi="Corbel"/>
                <w:b w:val="0"/>
                <w:i/>
                <w:smallCaps w:val="0"/>
                <w:szCs w:val="24"/>
              </w:rPr>
              <w:t>Student powinien posiadać podstawową wiedzę z zakresu: socjologii, psychologii ogólnej, biomedycznych podstaw rozwoju i wychowania</w:t>
            </w:r>
            <w:r w:rsidR="00737B25">
              <w:rPr>
                <w:rFonts w:ascii="Corbel" w:hAnsi="Corbel"/>
                <w:b w:val="0"/>
                <w:i/>
                <w:smallCaps w:val="0"/>
                <w:szCs w:val="24"/>
              </w:rPr>
              <w:t>.</w:t>
            </w:r>
          </w:p>
        </w:tc>
      </w:tr>
    </w:tbl>
    <w:p w14:paraId="0C5CF3B9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FEB22F" w14:textId="567B97F1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933888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1A0694D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9888E7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1D69C3A5" w14:textId="77777777" w:rsidR="00737B25" w:rsidRPr="00B169DF" w:rsidRDefault="00737B25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4F1833" w:rsidRPr="00C818CC" w14:paraId="2BF000AB" w14:textId="77777777" w:rsidTr="000D2CC5">
        <w:tc>
          <w:tcPr>
            <w:tcW w:w="675" w:type="dxa"/>
            <w:vAlign w:val="center"/>
          </w:tcPr>
          <w:p w14:paraId="4073EEE2" w14:textId="77777777" w:rsidR="004F1833" w:rsidRPr="00C818CC" w:rsidRDefault="004F1833" w:rsidP="000D2C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14:paraId="3AA01FC8" w14:textId="50C057C6" w:rsidR="004F1833" w:rsidRPr="00C818CC" w:rsidRDefault="004F1833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sz w:val="24"/>
                <w:szCs w:val="24"/>
              </w:rPr>
              <w:t>wybranymi modelami profilaktyki i resocjalizacji</w:t>
            </w:r>
            <w:r w:rsidRPr="00C818C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F1833" w:rsidRPr="00C818CC" w14:paraId="5976C6B6" w14:textId="77777777" w:rsidTr="000D2CC5">
        <w:tc>
          <w:tcPr>
            <w:tcW w:w="675" w:type="dxa"/>
            <w:vAlign w:val="center"/>
          </w:tcPr>
          <w:p w14:paraId="31565EC3" w14:textId="77777777" w:rsidR="004F1833" w:rsidRPr="00C818CC" w:rsidRDefault="004F1833" w:rsidP="000D2CC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14:paraId="597E32FC" w14:textId="42EC92F7" w:rsidR="004F1833" w:rsidRPr="00C818CC" w:rsidRDefault="004F1833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Analiza zróżnicowanych koncepcji teoretycznych wyjaśniających mechanizm </w:t>
            </w:r>
            <w:r>
              <w:rPr>
                <w:rFonts w:ascii="Corbel" w:hAnsi="Corbel"/>
                <w:sz w:val="24"/>
                <w:szCs w:val="24"/>
              </w:rPr>
              <w:t xml:space="preserve">powstawania zaburzeń w rozwoju społecznym </w:t>
            </w:r>
            <w:r w:rsidRPr="00C818CC">
              <w:rPr>
                <w:rFonts w:ascii="Corbel" w:hAnsi="Corbel"/>
                <w:sz w:val="24"/>
                <w:szCs w:val="24"/>
              </w:rPr>
              <w:t>oraz możliwości</w:t>
            </w:r>
            <w:r>
              <w:rPr>
                <w:rFonts w:ascii="Corbel" w:hAnsi="Corbel"/>
                <w:sz w:val="24"/>
                <w:szCs w:val="24"/>
              </w:rPr>
              <w:t xml:space="preserve"> przeciwdziałania im.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4F1833" w:rsidRPr="00C818CC" w14:paraId="3E2EA6B6" w14:textId="77777777" w:rsidTr="000D2CC5">
        <w:tc>
          <w:tcPr>
            <w:tcW w:w="675" w:type="dxa"/>
            <w:vAlign w:val="center"/>
          </w:tcPr>
          <w:p w14:paraId="3CB213CD" w14:textId="77777777" w:rsidR="004F1833" w:rsidRPr="00C818CC" w:rsidRDefault="004F1833" w:rsidP="000D2C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14:paraId="16AE7797" w14:textId="77777777" w:rsidR="004F1833" w:rsidRPr="00C818CC" w:rsidRDefault="004F1833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Zdobycie wiadomości na temat podstawowych rodzajów, symptomów i przyczyn zaburzeń w rozwoju społecznym, w oparciu o zróżnicowane koncepcje teoretyczne.</w:t>
            </w:r>
          </w:p>
        </w:tc>
      </w:tr>
      <w:tr w:rsidR="004F1833" w:rsidRPr="00C818CC" w14:paraId="11212F87" w14:textId="77777777" w:rsidTr="000D2CC5">
        <w:tc>
          <w:tcPr>
            <w:tcW w:w="675" w:type="dxa"/>
            <w:vAlign w:val="center"/>
          </w:tcPr>
          <w:p w14:paraId="1EBE5934" w14:textId="77777777" w:rsidR="004F1833" w:rsidRPr="00C818CC" w:rsidRDefault="004F1833" w:rsidP="000D2C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14:paraId="0770E581" w14:textId="170F9380" w:rsidR="004F1833" w:rsidRPr="00C818CC" w:rsidRDefault="004F1833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Poznanie podstawowych modeli </w:t>
            </w:r>
            <w:r>
              <w:rPr>
                <w:rFonts w:ascii="Corbel" w:hAnsi="Corbel"/>
                <w:sz w:val="24"/>
                <w:szCs w:val="24"/>
              </w:rPr>
              <w:t xml:space="preserve">profilaktyki i 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resocjalizacji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możliwości ich zastosowania w praktyce wychowawczej.</w:t>
            </w:r>
          </w:p>
        </w:tc>
      </w:tr>
      <w:tr w:rsidR="004F1833" w:rsidRPr="00C818CC" w14:paraId="474747BD" w14:textId="77777777" w:rsidTr="000D2CC5">
        <w:tc>
          <w:tcPr>
            <w:tcW w:w="675" w:type="dxa"/>
            <w:vAlign w:val="center"/>
          </w:tcPr>
          <w:p w14:paraId="41290138" w14:textId="77777777" w:rsidR="004F1833" w:rsidRPr="00C818CC" w:rsidRDefault="004F1833" w:rsidP="000D2C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14:paraId="5D209D81" w14:textId="516B36F7" w:rsidR="004F1833" w:rsidRPr="00C818CC" w:rsidRDefault="004F1833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 xml:space="preserve">Kształtowanie właściwych wychowawczo postaw, wobec osób </w:t>
            </w:r>
            <w:r>
              <w:rPr>
                <w:rFonts w:ascii="Corbel" w:hAnsi="Corbel"/>
                <w:sz w:val="24"/>
                <w:szCs w:val="24"/>
              </w:rPr>
              <w:t xml:space="preserve">zagrożonych </w:t>
            </w:r>
            <w:r w:rsidRPr="00C818CC">
              <w:rPr>
                <w:rFonts w:ascii="Corbel" w:hAnsi="Corbel"/>
                <w:sz w:val="24"/>
                <w:szCs w:val="24"/>
              </w:rPr>
              <w:t>niedostosowanych społecznie, sprawiających trudności wychowawcze, przejawiających zachowania patologiczne.</w:t>
            </w:r>
          </w:p>
        </w:tc>
      </w:tr>
      <w:tr w:rsidR="004F1833" w:rsidRPr="00C818CC" w14:paraId="793CFD81" w14:textId="77777777" w:rsidTr="000D2CC5">
        <w:tc>
          <w:tcPr>
            <w:tcW w:w="675" w:type="dxa"/>
            <w:vAlign w:val="center"/>
          </w:tcPr>
          <w:p w14:paraId="1497EA64" w14:textId="77777777" w:rsidR="004F1833" w:rsidRPr="00C818CC" w:rsidRDefault="004F1833" w:rsidP="000D2CC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18CC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14:paraId="2307B1CE" w14:textId="3F0979BB" w:rsidR="004F1833" w:rsidRPr="00C818CC" w:rsidRDefault="004F1833" w:rsidP="000D2C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Rozwijanie zainteresowania pracą z osobami</w:t>
            </w:r>
            <w:r>
              <w:rPr>
                <w:rFonts w:ascii="Corbel" w:hAnsi="Corbel"/>
                <w:sz w:val="24"/>
                <w:szCs w:val="24"/>
              </w:rPr>
              <w:t xml:space="preserve"> z grup zwiększonego ryzyka,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zagrożonymi </w:t>
            </w:r>
            <w:r>
              <w:rPr>
                <w:rFonts w:ascii="Corbel" w:hAnsi="Corbel"/>
                <w:sz w:val="24"/>
                <w:szCs w:val="24"/>
              </w:rPr>
              <w:t xml:space="preserve">niedostosowaniem i różnymi </w:t>
            </w:r>
            <w:r w:rsidR="007349C8">
              <w:rPr>
                <w:rFonts w:ascii="Corbel" w:hAnsi="Corbel"/>
                <w:sz w:val="24"/>
                <w:szCs w:val="24"/>
              </w:rPr>
              <w:t>formami patologii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społeczn</w:t>
            </w:r>
            <w:r>
              <w:rPr>
                <w:rFonts w:ascii="Corbel" w:hAnsi="Corbel"/>
                <w:sz w:val="24"/>
                <w:szCs w:val="24"/>
              </w:rPr>
              <w:t>ej.</w:t>
            </w:r>
          </w:p>
        </w:tc>
      </w:tr>
    </w:tbl>
    <w:p w14:paraId="17580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ED24EC" w14:textId="4FD29017" w:rsidR="001D7B54" w:rsidRPr="00B169DF" w:rsidRDefault="009F4610" w:rsidP="007349C8">
      <w:pPr>
        <w:tabs>
          <w:tab w:val="left" w:leader="dot" w:pos="3969"/>
        </w:tabs>
        <w:ind w:left="708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FAE340C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309FFCD9" w14:textId="77777777" w:rsidTr="00DF3988">
        <w:tc>
          <w:tcPr>
            <w:tcW w:w="1681" w:type="dxa"/>
            <w:vAlign w:val="center"/>
          </w:tcPr>
          <w:p w14:paraId="690F80AE" w14:textId="77777777" w:rsidR="0085747A" w:rsidRPr="001777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7778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777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6948D49" w14:textId="77777777" w:rsidR="0085747A" w:rsidRPr="001777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2C888A0" w14:textId="4BFCF798" w:rsidR="002C5279" w:rsidRPr="00177782" w:rsidRDefault="002C527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22E2DCE" w14:textId="1742DE77" w:rsidR="0085747A" w:rsidRPr="001777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CE44D8" w:rsidRPr="00177782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1777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1777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47C6B" w:rsidRPr="00B169DF" w14:paraId="4B95775B" w14:textId="77777777" w:rsidTr="00C47C6B">
        <w:trPr>
          <w:trHeight w:val="779"/>
        </w:trPr>
        <w:tc>
          <w:tcPr>
            <w:tcW w:w="1681" w:type="dxa"/>
          </w:tcPr>
          <w:p w14:paraId="04B3CF7A" w14:textId="77777777" w:rsidR="00C47C6B" w:rsidRPr="00177782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7778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vAlign w:val="center"/>
          </w:tcPr>
          <w:p w14:paraId="012B291B" w14:textId="49947FB2" w:rsidR="00C47C6B" w:rsidRPr="00177782" w:rsidRDefault="007349C8" w:rsidP="00177782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 xml:space="preserve">Scharakteryzuje podstawowe pojęcia z zakresu profilaktyki społecznej i resocjalizacji: profilaktyka, zapobieganie, </w:t>
            </w:r>
            <w:r w:rsidR="00177782" w:rsidRPr="00177782">
              <w:rPr>
                <w:rFonts w:ascii="Corbel" w:hAnsi="Corbel"/>
                <w:sz w:val="24"/>
                <w:szCs w:val="24"/>
              </w:rPr>
              <w:t xml:space="preserve">przeciwdziałanie, </w:t>
            </w:r>
            <w:r w:rsidRPr="00177782">
              <w:rPr>
                <w:rFonts w:ascii="Corbel" w:hAnsi="Corbel"/>
                <w:sz w:val="24"/>
                <w:szCs w:val="24"/>
              </w:rPr>
              <w:t>patologia społeczna, niedostosowanie społeczne, nieprzystosowanie społeczne, demoralizacja, zaburzenia w zachowaniu, resocjalizacja, reintegracja, readaptacja, nieletni.</w:t>
            </w:r>
          </w:p>
        </w:tc>
        <w:tc>
          <w:tcPr>
            <w:tcW w:w="1865" w:type="dxa"/>
          </w:tcPr>
          <w:p w14:paraId="6FD4A39B" w14:textId="25028019" w:rsidR="00C47C6B" w:rsidRPr="00177782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K_W01</w:t>
            </w:r>
          </w:p>
        </w:tc>
      </w:tr>
      <w:tr w:rsidR="00C47C6B" w:rsidRPr="00B169DF" w14:paraId="3417DDDC" w14:textId="77777777" w:rsidTr="00DF3988">
        <w:tc>
          <w:tcPr>
            <w:tcW w:w="1681" w:type="dxa"/>
          </w:tcPr>
          <w:p w14:paraId="4010C1CA" w14:textId="77777777" w:rsidR="00C47C6B" w:rsidRPr="00177782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DE73327" w14:textId="25E866D6" w:rsidR="00C47C6B" w:rsidRPr="00177782" w:rsidRDefault="007349C8" w:rsidP="00177782">
            <w:pPr>
              <w:spacing w:after="0" w:line="240" w:lineRule="auto"/>
              <w:rPr>
                <w:rFonts w:ascii="Corbel" w:hAnsi="Corbel"/>
                <w:b/>
                <w:bCs/>
                <w:smallCaps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 xml:space="preserve">Opisze tradycyjne i współczesne </w:t>
            </w:r>
            <w:r w:rsidR="00B90DD8" w:rsidRPr="00177782">
              <w:rPr>
                <w:rFonts w:ascii="Corbel" w:hAnsi="Corbel"/>
                <w:sz w:val="24"/>
                <w:szCs w:val="24"/>
              </w:rPr>
              <w:t>teorie</w:t>
            </w:r>
            <w:r w:rsidR="00026801" w:rsidRPr="00177782"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="00B90DD8" w:rsidRPr="00177782">
              <w:rPr>
                <w:rFonts w:ascii="Corbel" w:hAnsi="Corbel"/>
                <w:sz w:val="24"/>
                <w:szCs w:val="24"/>
              </w:rPr>
              <w:t xml:space="preserve"> profilaktyki</w:t>
            </w:r>
            <w:r w:rsidRPr="00177782">
              <w:rPr>
                <w:rFonts w:ascii="Corbel" w:hAnsi="Corbel"/>
                <w:sz w:val="24"/>
                <w:szCs w:val="24"/>
              </w:rPr>
              <w:t xml:space="preserve"> społecznej i wychowania resocjalizującego.</w:t>
            </w:r>
          </w:p>
        </w:tc>
        <w:tc>
          <w:tcPr>
            <w:tcW w:w="1865" w:type="dxa"/>
          </w:tcPr>
          <w:p w14:paraId="09A25808" w14:textId="7E2B641C" w:rsidR="00C47C6B" w:rsidRPr="00177782" w:rsidRDefault="00C47C6B" w:rsidP="00C47C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K_W05</w:t>
            </w:r>
          </w:p>
        </w:tc>
      </w:tr>
      <w:tr w:rsidR="004F1833" w:rsidRPr="00B169DF" w14:paraId="4124671F" w14:textId="77777777" w:rsidTr="00DF3988">
        <w:tc>
          <w:tcPr>
            <w:tcW w:w="1681" w:type="dxa"/>
          </w:tcPr>
          <w:p w14:paraId="12A7082F" w14:textId="57A66775" w:rsidR="004F1833" w:rsidRPr="00177782" w:rsidRDefault="004F1833" w:rsidP="004F18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CF19C96" w14:textId="473EBADB" w:rsidR="004F1833" w:rsidRPr="00177782" w:rsidRDefault="00B90DD8" w:rsidP="00177782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>Scharakteryzuje podstawowe zaburzenia dotyczące funkcjonowania wybranych środowisk wychowawczych i społecznych.</w:t>
            </w:r>
          </w:p>
        </w:tc>
        <w:tc>
          <w:tcPr>
            <w:tcW w:w="1865" w:type="dxa"/>
          </w:tcPr>
          <w:p w14:paraId="652C2E1C" w14:textId="77777777" w:rsidR="004F1833" w:rsidRPr="00177782" w:rsidRDefault="004F1833" w:rsidP="004F1833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</w:p>
          <w:p w14:paraId="4C10F218" w14:textId="6AF1D2CB" w:rsidR="004F1833" w:rsidRPr="00177782" w:rsidRDefault="004F1833" w:rsidP="004F18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K_W08</w:t>
            </w:r>
          </w:p>
        </w:tc>
      </w:tr>
      <w:tr w:rsidR="004F1833" w:rsidRPr="00B169DF" w14:paraId="1CBADD36" w14:textId="77777777" w:rsidTr="00B90DD8">
        <w:trPr>
          <w:trHeight w:val="884"/>
        </w:trPr>
        <w:tc>
          <w:tcPr>
            <w:tcW w:w="1681" w:type="dxa"/>
          </w:tcPr>
          <w:p w14:paraId="046A4371" w14:textId="7DD729D3" w:rsidR="004F1833" w:rsidRPr="00177782" w:rsidRDefault="004F1833" w:rsidP="004F18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BA9F806" w14:textId="43794545" w:rsidR="004F1833" w:rsidRPr="00177782" w:rsidRDefault="00B90DD8" w:rsidP="00177782">
            <w:pPr>
              <w:spacing w:after="0" w:line="240" w:lineRule="auto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>Przedstawi podstawowe</w:t>
            </w:r>
            <w:r w:rsidR="007349C8" w:rsidRPr="00177782">
              <w:rPr>
                <w:rFonts w:ascii="Corbel" w:hAnsi="Corbel"/>
                <w:sz w:val="24"/>
                <w:szCs w:val="24"/>
              </w:rPr>
              <w:t xml:space="preserve"> teorie dotyczące</w:t>
            </w:r>
            <w:r w:rsidRPr="00177782">
              <w:rPr>
                <w:rFonts w:ascii="Corbel" w:hAnsi="Corbel"/>
                <w:sz w:val="24"/>
                <w:szCs w:val="24"/>
              </w:rPr>
              <w:t xml:space="preserve"> przyczyn destruktywnych zjawisk społecznych oraz możliwości zapobiegania im.</w:t>
            </w:r>
          </w:p>
        </w:tc>
        <w:tc>
          <w:tcPr>
            <w:tcW w:w="1865" w:type="dxa"/>
          </w:tcPr>
          <w:p w14:paraId="429D044D" w14:textId="6AC3F13A" w:rsidR="004F1833" w:rsidRPr="00177782" w:rsidRDefault="004F1833" w:rsidP="004F1833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 xml:space="preserve"> K_W10</w:t>
            </w:r>
          </w:p>
        </w:tc>
      </w:tr>
      <w:tr w:rsidR="00026801" w:rsidRPr="00B169DF" w14:paraId="208C2954" w14:textId="77777777" w:rsidTr="008E62FD">
        <w:tc>
          <w:tcPr>
            <w:tcW w:w="1681" w:type="dxa"/>
          </w:tcPr>
          <w:p w14:paraId="00EFC215" w14:textId="582DB8C1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  <w:vAlign w:val="center"/>
          </w:tcPr>
          <w:p w14:paraId="08F551E9" w14:textId="1FEFF732" w:rsidR="00026801" w:rsidRPr="00177782" w:rsidRDefault="00026801" w:rsidP="00177782">
            <w:pPr>
              <w:spacing w:after="0" w:line="240" w:lineRule="auto"/>
              <w:rPr>
                <w:rFonts w:ascii="Corbel" w:hAnsi="Corbel"/>
                <w:b/>
                <w:bCs/>
                <w:smallCaps/>
                <w:color w:val="FF0000"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 xml:space="preserve">Zaprezentuje uwarunkowania i przyczyny destruktywnych zjawisk społecznych oraz wykaże ich związki z różnymi obszarami działalności profilaktycznej i resocjalizującej. </w:t>
            </w:r>
          </w:p>
        </w:tc>
        <w:tc>
          <w:tcPr>
            <w:tcW w:w="1865" w:type="dxa"/>
          </w:tcPr>
          <w:p w14:paraId="4654068D" w14:textId="63A5569D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K_U01</w:t>
            </w:r>
          </w:p>
        </w:tc>
      </w:tr>
      <w:tr w:rsidR="00026801" w:rsidRPr="00B169DF" w14:paraId="625CB906" w14:textId="77777777" w:rsidTr="00DF3988">
        <w:tc>
          <w:tcPr>
            <w:tcW w:w="1681" w:type="dxa"/>
          </w:tcPr>
          <w:p w14:paraId="1A205EA8" w14:textId="70AA1333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6DC0EAC" w14:textId="480832F5" w:rsidR="00026801" w:rsidRPr="00177782" w:rsidRDefault="00026801" w:rsidP="00177782">
            <w:pPr>
              <w:spacing w:after="0" w:line="240" w:lineRule="auto"/>
              <w:rPr>
                <w:rFonts w:ascii="Corbel" w:hAnsi="Corbel"/>
                <w:b/>
                <w:smallCaps/>
                <w:color w:val="FF0000"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>Przedstawi zagadnienia dotyczące teoretycznych podstaw profilaktyki społecznej i resocjalizacji w sposób precyzyjny i spójny wykorzystując wiedzę teoretyczną z zakresu różnych dyscyplin naukowych.</w:t>
            </w:r>
          </w:p>
        </w:tc>
        <w:tc>
          <w:tcPr>
            <w:tcW w:w="1865" w:type="dxa"/>
          </w:tcPr>
          <w:p w14:paraId="232BCCCE" w14:textId="4D8CEE4E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K_U04</w:t>
            </w:r>
          </w:p>
        </w:tc>
      </w:tr>
      <w:tr w:rsidR="00026801" w:rsidRPr="00B169DF" w14:paraId="47A395C1" w14:textId="77777777" w:rsidTr="00DF3988">
        <w:tc>
          <w:tcPr>
            <w:tcW w:w="1681" w:type="dxa"/>
          </w:tcPr>
          <w:p w14:paraId="5DF91BC6" w14:textId="31EFB4F2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38AB74D7" w14:textId="0F8096B1" w:rsidR="00026801" w:rsidRPr="00177782" w:rsidRDefault="00026801" w:rsidP="00177782">
            <w:pPr>
              <w:spacing w:after="0" w:line="240" w:lineRule="auto"/>
              <w:rPr>
                <w:rFonts w:ascii="Corbel" w:hAnsi="Corbel"/>
                <w:smallCaps/>
                <w:color w:val="FF0000"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>Dokona oceny znaczenia wiedzy pedagogicznej w rozwoju środowisk społecznych i zaprojektuje działania profilaktyczne.</w:t>
            </w:r>
          </w:p>
        </w:tc>
        <w:tc>
          <w:tcPr>
            <w:tcW w:w="1865" w:type="dxa"/>
          </w:tcPr>
          <w:p w14:paraId="24AE23E4" w14:textId="7935047F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t>K_K02</w:t>
            </w:r>
          </w:p>
        </w:tc>
      </w:tr>
      <w:tr w:rsidR="00026801" w:rsidRPr="00B169DF" w14:paraId="794AD3E8" w14:textId="77777777" w:rsidTr="00DF3988">
        <w:tc>
          <w:tcPr>
            <w:tcW w:w="1681" w:type="dxa"/>
          </w:tcPr>
          <w:p w14:paraId="7738007F" w14:textId="4D45E33A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77782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3A780C76" w14:textId="5803AB75" w:rsidR="00026801" w:rsidRPr="00177782" w:rsidRDefault="00177782" w:rsidP="00177782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177782">
              <w:rPr>
                <w:rFonts w:ascii="Corbel" w:hAnsi="Corbel"/>
                <w:sz w:val="24"/>
                <w:szCs w:val="24"/>
              </w:rPr>
              <w:t xml:space="preserve">Określi etyczne problemy związane z pracą z osobami z </w:t>
            </w:r>
            <w:r w:rsidRPr="00177782">
              <w:rPr>
                <w:rFonts w:ascii="Corbel" w:hAnsi="Corbel"/>
                <w:sz w:val="24"/>
                <w:szCs w:val="24"/>
              </w:rPr>
              <w:lastRenderedPageBreak/>
              <w:t>grup zwiększonego ryzyka, zagrożonymi niedostosowaniem i różnymi formami patologii społecznej.</w:t>
            </w:r>
          </w:p>
        </w:tc>
        <w:tc>
          <w:tcPr>
            <w:tcW w:w="1865" w:type="dxa"/>
          </w:tcPr>
          <w:p w14:paraId="2A82DC51" w14:textId="5C11121B" w:rsidR="00026801" w:rsidRPr="00177782" w:rsidRDefault="00026801" w:rsidP="00026801">
            <w:pPr>
              <w:pStyle w:val="Punktygwne"/>
              <w:spacing w:before="0" w:after="0"/>
              <w:rPr>
                <w:rFonts w:ascii="Corbel" w:hAnsi="Corbel" w:cs="TimesNewRomanPSMT"/>
                <w:szCs w:val="24"/>
                <w:lang w:eastAsia="pl-PL"/>
              </w:rPr>
            </w:pPr>
            <w:r w:rsidRPr="00177782">
              <w:rPr>
                <w:rFonts w:ascii="Corbel" w:hAnsi="Corbel" w:cs="TimesNewRomanPSMT"/>
                <w:szCs w:val="24"/>
                <w:lang w:eastAsia="pl-PL"/>
              </w:rPr>
              <w:lastRenderedPageBreak/>
              <w:t>K_K04</w:t>
            </w:r>
          </w:p>
        </w:tc>
      </w:tr>
    </w:tbl>
    <w:p w14:paraId="2C94F96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301EBC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5317EEFB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58380779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350C4" w:rsidRPr="00B41021" w14:paraId="00E99A1A" w14:textId="77777777" w:rsidTr="000D2CC5">
        <w:tc>
          <w:tcPr>
            <w:tcW w:w="9356" w:type="dxa"/>
          </w:tcPr>
          <w:p w14:paraId="73AAF799" w14:textId="77777777" w:rsidR="006350C4" w:rsidRPr="00B41021" w:rsidRDefault="006350C4" w:rsidP="000D2CC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350C4" w:rsidRPr="00C818CC" w14:paraId="7BF744FD" w14:textId="77777777" w:rsidTr="000D2CC5">
        <w:tc>
          <w:tcPr>
            <w:tcW w:w="9356" w:type="dxa"/>
            <w:vAlign w:val="center"/>
          </w:tcPr>
          <w:p w14:paraId="1CC9921E" w14:textId="00FF1AE5" w:rsidR="006350C4" w:rsidRPr="00C818CC" w:rsidRDefault="006350C4" w:rsidP="000D2CC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>
              <w:rPr>
                <w:rFonts w:ascii="Corbel" w:hAnsi="Corbel" w:cs="Times New Roman"/>
                <w:color w:val="auto"/>
                <w:lang w:val="pl-PL"/>
              </w:rPr>
              <w:t>Cele, zadania i zasady profilaktyki społecznej oraz jej poziomy</w:t>
            </w:r>
            <w:r w:rsidRPr="00C818CC">
              <w:rPr>
                <w:rFonts w:ascii="Corbel" w:hAnsi="Corbel" w:cs="Times New Roman"/>
                <w:color w:val="auto"/>
                <w:lang w:val="pl-PL"/>
              </w:rPr>
              <w:t xml:space="preserve"> </w:t>
            </w:r>
          </w:p>
        </w:tc>
      </w:tr>
      <w:tr w:rsidR="006350C4" w:rsidRPr="00C818CC" w14:paraId="2980A1F0" w14:textId="77777777" w:rsidTr="000D2CC5">
        <w:tc>
          <w:tcPr>
            <w:tcW w:w="9356" w:type="dxa"/>
            <w:vAlign w:val="center"/>
          </w:tcPr>
          <w:p w14:paraId="581E9D2D" w14:textId="73A134AF" w:rsidR="006350C4" w:rsidRPr="006350C4" w:rsidRDefault="006350C4" w:rsidP="000D2CC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C818CC">
              <w:rPr>
                <w:rFonts w:ascii="Corbel" w:hAnsi="Corbel" w:cs="Times New Roman"/>
                <w:color w:val="auto"/>
                <w:lang w:val="pl-PL"/>
              </w:rPr>
              <w:t xml:space="preserve">Podstawowe pojęcia </w:t>
            </w:r>
            <w:r>
              <w:rPr>
                <w:rFonts w:ascii="Corbel" w:hAnsi="Corbel" w:cs="Times New Roman"/>
                <w:color w:val="auto"/>
                <w:lang w:val="pl-PL"/>
              </w:rPr>
              <w:t>profilaktyki społecznej i resocjalizacji:</w:t>
            </w:r>
            <w:r w:rsidRPr="00C818CC">
              <w:rPr>
                <w:rFonts w:ascii="Corbel" w:hAnsi="Corbel" w:cs="Times New Roman"/>
                <w:color w:val="auto"/>
                <w:lang w:val="pl-PL"/>
              </w:rPr>
              <w:t xml:space="preserve"> </w:t>
            </w:r>
            <w:r w:rsidRPr="006350C4">
              <w:rPr>
                <w:rFonts w:ascii="Corbel" w:hAnsi="Corbel"/>
                <w:lang w:val="pl-PL"/>
              </w:rPr>
              <w:t>profilaktyka, zapobieganie, przeciwdziałanie, patologia społeczna, niedostosowanie społeczne, nieprzystosowanie społeczne, demoralizacja, zaburzenia w zachowaniu, resocjalizacja, reintegracja, readaptacja, nieletni.</w:t>
            </w:r>
            <w:r>
              <w:rPr>
                <w:rFonts w:ascii="Corbel" w:hAnsi="Corbel"/>
                <w:lang w:val="pl-PL"/>
              </w:rPr>
              <w:t xml:space="preserve"> Profilaktyki i resocjalizacja w działalności wychowawczej. </w:t>
            </w:r>
          </w:p>
        </w:tc>
      </w:tr>
      <w:tr w:rsidR="006350C4" w:rsidRPr="00C818CC" w14:paraId="6463AE77" w14:textId="77777777" w:rsidTr="000D2CC5">
        <w:tc>
          <w:tcPr>
            <w:tcW w:w="9356" w:type="dxa"/>
            <w:vAlign w:val="center"/>
          </w:tcPr>
          <w:p w14:paraId="46D13ED1" w14:textId="25168A45" w:rsidR="006350C4" w:rsidRPr="00C818CC" w:rsidRDefault="006350C4" w:rsidP="000D2C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818CC">
              <w:rPr>
                <w:rFonts w:ascii="Corbel" w:hAnsi="Corbel"/>
                <w:sz w:val="24"/>
                <w:szCs w:val="24"/>
              </w:rPr>
              <w:t>Kryteria zachowania normalnego i zaburzonego oraz modele</w:t>
            </w:r>
            <w:r>
              <w:rPr>
                <w:rFonts w:ascii="Corbel" w:hAnsi="Corbel"/>
                <w:sz w:val="24"/>
                <w:szCs w:val="24"/>
              </w:rPr>
              <w:t xml:space="preserve"> profilaktyki i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resocjalizacji.</w:t>
            </w:r>
          </w:p>
        </w:tc>
      </w:tr>
      <w:tr w:rsidR="006350C4" w:rsidRPr="00C818CC" w14:paraId="437AA093" w14:textId="77777777" w:rsidTr="000D2CC5">
        <w:tc>
          <w:tcPr>
            <w:tcW w:w="9356" w:type="dxa"/>
            <w:vAlign w:val="center"/>
          </w:tcPr>
          <w:p w14:paraId="5F290390" w14:textId="5B7EED31" w:rsidR="006350C4" w:rsidRPr="00C818CC" w:rsidRDefault="006350C4" w:rsidP="000D2C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A71F4">
              <w:rPr>
                <w:rFonts w:ascii="Corbel" w:hAnsi="Corbel"/>
                <w:sz w:val="24"/>
                <w:szCs w:val="24"/>
              </w:rPr>
              <w:t xml:space="preserve">Rozwojowy model oddziaływań resocjalizacyjnych, na przykładzie koncepcji E. </w:t>
            </w:r>
            <w:proofErr w:type="spellStart"/>
            <w:r w:rsidRPr="008A71F4">
              <w:rPr>
                <w:rFonts w:ascii="Corbel" w:hAnsi="Corbel"/>
                <w:sz w:val="24"/>
                <w:szCs w:val="24"/>
              </w:rPr>
              <w:t>Eriksona</w:t>
            </w:r>
            <w:proofErr w:type="spellEnd"/>
            <w:r w:rsidRPr="008A71F4">
              <w:rPr>
                <w:rFonts w:ascii="Corbel" w:hAnsi="Corbel"/>
                <w:sz w:val="24"/>
                <w:szCs w:val="24"/>
              </w:rPr>
              <w:t xml:space="preserve"> i   M.Q. Warren</w:t>
            </w:r>
            <w:r>
              <w:rPr>
                <w:rFonts w:ascii="Corbel" w:hAnsi="Corbel"/>
                <w:sz w:val="24"/>
                <w:szCs w:val="24"/>
              </w:rPr>
              <w:t xml:space="preserve"> i możliwości ich zastosowania w działalności profilaktycznej.</w:t>
            </w:r>
          </w:p>
        </w:tc>
      </w:tr>
      <w:tr w:rsidR="006350C4" w:rsidRPr="00C818CC" w14:paraId="164009A0" w14:textId="77777777" w:rsidTr="000D2CC5">
        <w:tc>
          <w:tcPr>
            <w:tcW w:w="9356" w:type="dxa"/>
            <w:vAlign w:val="center"/>
          </w:tcPr>
          <w:p w14:paraId="4E9070B1" w14:textId="170CCA76" w:rsidR="006350C4" w:rsidRPr="008A71F4" w:rsidRDefault="006350C4" w:rsidP="000D2CC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E53">
              <w:rPr>
                <w:rFonts w:ascii="Corbel" w:hAnsi="Corbel"/>
              </w:rPr>
              <w:t xml:space="preserve">Psychodynamiczny model </w:t>
            </w:r>
            <w:r>
              <w:rPr>
                <w:rFonts w:ascii="Corbel" w:hAnsi="Corbel"/>
              </w:rPr>
              <w:t>profilaktyki</w:t>
            </w:r>
            <w:r w:rsidR="00107CB3">
              <w:rPr>
                <w:rFonts w:ascii="Corbel" w:hAnsi="Corbel"/>
              </w:rPr>
              <w:t xml:space="preserve"> i resocjalizacji</w:t>
            </w:r>
            <w:r w:rsidRPr="00A20E53">
              <w:rPr>
                <w:rFonts w:ascii="Corbel" w:hAnsi="Corbel"/>
              </w:rPr>
              <w:t>. „</w:t>
            </w:r>
            <w:r w:rsidR="00107CB3">
              <w:rPr>
                <w:rFonts w:ascii="Corbel" w:hAnsi="Corbel"/>
              </w:rPr>
              <w:t>K</w:t>
            </w:r>
            <w:r w:rsidRPr="00A20E53">
              <w:rPr>
                <w:rFonts w:ascii="Corbel" w:hAnsi="Corbel"/>
              </w:rPr>
              <w:t>analizowanie instynktów”</w:t>
            </w:r>
            <w:r w:rsidR="00107CB3">
              <w:rPr>
                <w:rFonts w:ascii="Corbel" w:hAnsi="Corbel"/>
              </w:rPr>
              <w:t xml:space="preserve"> jako kierunek działalności profilaktycznej i resocjalizującej w koncepcji Burta i </w:t>
            </w:r>
            <w:proofErr w:type="spellStart"/>
            <w:r w:rsidR="00107CB3">
              <w:rPr>
                <w:rFonts w:ascii="Corbel" w:hAnsi="Corbel"/>
              </w:rPr>
              <w:t>Bovet’a</w:t>
            </w:r>
            <w:proofErr w:type="spellEnd"/>
            <w:r w:rsidR="00107CB3">
              <w:rPr>
                <w:rFonts w:ascii="Corbel" w:hAnsi="Corbel"/>
              </w:rPr>
              <w:t>.</w:t>
            </w:r>
          </w:p>
        </w:tc>
      </w:tr>
      <w:tr w:rsidR="00107CB3" w:rsidRPr="00C818CC" w14:paraId="178C3AB7" w14:textId="77777777" w:rsidTr="000D2CC5">
        <w:tc>
          <w:tcPr>
            <w:tcW w:w="9356" w:type="dxa"/>
            <w:vAlign w:val="center"/>
          </w:tcPr>
          <w:p w14:paraId="3A7437C4" w14:textId="58FC8024" w:rsidR="00107CB3" w:rsidRPr="00A20E53" w:rsidRDefault="00107CB3" w:rsidP="00107CB3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A20E53">
              <w:rPr>
                <w:rFonts w:ascii="Corbel" w:hAnsi="Corbel"/>
              </w:rPr>
              <w:t>Przyczyny zaburz</w:t>
            </w:r>
            <w:r>
              <w:rPr>
                <w:rFonts w:ascii="Corbel" w:hAnsi="Corbel"/>
              </w:rPr>
              <w:t>eń w</w:t>
            </w:r>
            <w:r w:rsidRPr="00A20E53">
              <w:rPr>
                <w:rFonts w:ascii="Corbel" w:hAnsi="Corbel"/>
              </w:rPr>
              <w:t xml:space="preserve"> rozwoju społeczn</w:t>
            </w:r>
            <w:r>
              <w:rPr>
                <w:rFonts w:ascii="Corbel" w:hAnsi="Corbel"/>
              </w:rPr>
              <w:t>ym i możliwości zapobiegania im,</w:t>
            </w:r>
            <w:r w:rsidRPr="00A20E53">
              <w:rPr>
                <w:rFonts w:ascii="Corbel" w:hAnsi="Corbel"/>
              </w:rPr>
              <w:t xml:space="preserve"> w koncepcj</w:t>
            </w:r>
            <w:r>
              <w:rPr>
                <w:rFonts w:ascii="Corbel" w:hAnsi="Corbel"/>
              </w:rPr>
              <w:t xml:space="preserve">ach psychoanalitycznych i etologicznych. </w:t>
            </w:r>
          </w:p>
        </w:tc>
      </w:tr>
      <w:tr w:rsidR="00107CB3" w:rsidRPr="00C818CC" w14:paraId="0919477B" w14:textId="77777777" w:rsidTr="000D2CC5">
        <w:tc>
          <w:tcPr>
            <w:tcW w:w="9356" w:type="dxa"/>
            <w:vAlign w:val="center"/>
          </w:tcPr>
          <w:p w14:paraId="526F0B81" w14:textId="012615C0" w:rsidR="00107CB3" w:rsidRPr="00C818CC" w:rsidRDefault="00107CB3" w:rsidP="00107CB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E53">
              <w:rPr>
                <w:rFonts w:ascii="Corbel" w:hAnsi="Corbel"/>
              </w:rPr>
              <w:t>Zaburzone zachowanie jako skutek deprywacji potrzeb jednostki, w koncepcji A. Maslowa.</w:t>
            </w:r>
            <w:r>
              <w:rPr>
                <w:rFonts w:ascii="Corbel" w:hAnsi="Corbel"/>
              </w:rPr>
              <w:t xml:space="preserve"> Działalność profilaktyczna a zaspokajanie potrzeb jednostki</w:t>
            </w:r>
          </w:p>
        </w:tc>
      </w:tr>
      <w:tr w:rsidR="00107CB3" w:rsidRPr="00C818CC" w14:paraId="64D9C083" w14:textId="77777777" w:rsidTr="000D2CC5">
        <w:tc>
          <w:tcPr>
            <w:tcW w:w="9356" w:type="dxa"/>
            <w:vAlign w:val="center"/>
          </w:tcPr>
          <w:p w14:paraId="5DA02C8B" w14:textId="33121339" w:rsidR="00107CB3" w:rsidRPr="00C818CC" w:rsidRDefault="00EA779E" w:rsidP="00107CB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społecznego uczenia się oraz s</w:t>
            </w:r>
            <w:r w:rsidR="00107CB3" w:rsidRPr="00C818CC">
              <w:rPr>
                <w:rFonts w:ascii="Corbel" w:hAnsi="Corbel"/>
                <w:sz w:val="24"/>
                <w:szCs w:val="24"/>
              </w:rPr>
              <w:t>trategie modyfikacji zachowania człowieka w oddziaływaniach</w:t>
            </w:r>
            <w:r>
              <w:rPr>
                <w:rFonts w:ascii="Corbel" w:hAnsi="Corbel"/>
                <w:sz w:val="24"/>
                <w:szCs w:val="24"/>
              </w:rPr>
              <w:t xml:space="preserve"> profilaktycznych i</w:t>
            </w:r>
            <w:r w:rsidR="00107CB3" w:rsidRPr="00C818CC">
              <w:rPr>
                <w:rFonts w:ascii="Corbel" w:hAnsi="Corbel"/>
                <w:sz w:val="24"/>
                <w:szCs w:val="24"/>
              </w:rPr>
              <w:t xml:space="preserve"> resocjalizujących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107CB3" w:rsidRPr="00C818CC">
              <w:rPr>
                <w:rFonts w:ascii="Corbel" w:hAnsi="Corbel"/>
                <w:sz w:val="24"/>
                <w:szCs w:val="24"/>
              </w:rPr>
              <w:t xml:space="preserve"> w ujęciu teorii uczenia się.</w:t>
            </w:r>
          </w:p>
        </w:tc>
      </w:tr>
      <w:tr w:rsidR="00107CB3" w:rsidRPr="00C818CC" w14:paraId="5D419D97" w14:textId="77777777" w:rsidTr="000D2CC5">
        <w:tc>
          <w:tcPr>
            <w:tcW w:w="9356" w:type="dxa"/>
            <w:vAlign w:val="center"/>
          </w:tcPr>
          <w:p w14:paraId="29D7F793" w14:textId="38AFD873" w:rsidR="00107CB3" w:rsidRPr="00C818CC" w:rsidRDefault="00EA779E" w:rsidP="00107CB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E53">
              <w:rPr>
                <w:rFonts w:ascii="Corbel" w:hAnsi="Corbel"/>
              </w:rPr>
              <w:t>Możliwości eliminacji zachowań negatywnych w teorii „uczenia się”. System ekonomii punktowej</w:t>
            </w:r>
            <w:r>
              <w:rPr>
                <w:rFonts w:ascii="Corbel" w:hAnsi="Corbel"/>
              </w:rPr>
              <w:t xml:space="preserve"> w profilaktyce i resocjalizacji.</w:t>
            </w:r>
            <w:r w:rsidR="00107CB3" w:rsidRPr="00C818C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779E" w:rsidRPr="00C818CC" w14:paraId="189F7B4D" w14:textId="77777777" w:rsidTr="000D2CC5">
        <w:tc>
          <w:tcPr>
            <w:tcW w:w="9356" w:type="dxa"/>
            <w:vAlign w:val="center"/>
          </w:tcPr>
          <w:p w14:paraId="7D113808" w14:textId="230C038D" w:rsidR="00EA779E" w:rsidRPr="00C818CC" w:rsidRDefault="00EA779E" w:rsidP="00EA77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E53">
              <w:rPr>
                <w:rFonts w:ascii="Corbel" w:hAnsi="Corbel"/>
              </w:rPr>
              <w:t>Wpływ czynników genetycznych, konstytucjonalnych oraz endokrynologicznych na zaburzenia rozwoju społecznego jednostki</w:t>
            </w:r>
            <w:r>
              <w:rPr>
                <w:rFonts w:ascii="Corbel" w:hAnsi="Corbel"/>
              </w:rPr>
              <w:t xml:space="preserve"> w b</w:t>
            </w:r>
            <w:r w:rsidRPr="00C818CC">
              <w:rPr>
                <w:rFonts w:ascii="Corbel" w:hAnsi="Corbel"/>
                <w:sz w:val="24"/>
                <w:szCs w:val="24"/>
              </w:rPr>
              <w:t>iofizyczny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(medyczny</w:t>
            </w:r>
            <w:r>
              <w:rPr>
                <w:rFonts w:ascii="Corbel" w:hAnsi="Corbel"/>
                <w:sz w:val="24"/>
                <w:szCs w:val="24"/>
              </w:rPr>
              <w:t>m</w:t>
            </w:r>
            <w:r w:rsidRPr="00C818CC">
              <w:rPr>
                <w:rFonts w:ascii="Corbel" w:hAnsi="Corbel"/>
                <w:sz w:val="24"/>
                <w:szCs w:val="24"/>
              </w:rPr>
              <w:t>) model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 w:rsidRPr="00C818CC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profilaktyki i resocjalizacji.</w:t>
            </w:r>
          </w:p>
        </w:tc>
      </w:tr>
      <w:tr w:rsidR="00EA779E" w:rsidRPr="00C818CC" w14:paraId="3626B85D" w14:textId="77777777" w:rsidTr="000D2CC5">
        <w:tc>
          <w:tcPr>
            <w:tcW w:w="9356" w:type="dxa"/>
            <w:vAlign w:val="center"/>
          </w:tcPr>
          <w:p w14:paraId="66A72AED" w14:textId="36370772" w:rsidR="00EA779E" w:rsidRPr="00C818CC" w:rsidRDefault="00595FC4" w:rsidP="00EA77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E53">
              <w:rPr>
                <w:rFonts w:ascii="Corbel" w:hAnsi="Corbel"/>
              </w:rPr>
              <w:t>Model subkulturowy, rola grup rówieśniczych i subkulturowych w genezie zaburzonego rozwoju społecznego</w:t>
            </w:r>
            <w:r>
              <w:rPr>
                <w:rFonts w:ascii="Corbel" w:hAnsi="Corbel"/>
              </w:rPr>
              <w:t>.</w:t>
            </w:r>
          </w:p>
        </w:tc>
      </w:tr>
      <w:tr w:rsidR="00595FC4" w:rsidRPr="00C818CC" w14:paraId="57DFFD63" w14:textId="77777777" w:rsidTr="000D2CC5">
        <w:tc>
          <w:tcPr>
            <w:tcW w:w="9356" w:type="dxa"/>
            <w:vAlign w:val="center"/>
          </w:tcPr>
          <w:p w14:paraId="4FF728AB" w14:textId="3566D648" w:rsidR="00595FC4" w:rsidRPr="00C818CC" w:rsidRDefault="00595FC4" w:rsidP="00595FC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20E53">
              <w:rPr>
                <w:rFonts w:ascii="Corbel" w:hAnsi="Corbel"/>
              </w:rPr>
              <w:t>Teorie podkultur oraz teoria stygmatyzacji w kontrkulturowym modelu</w:t>
            </w:r>
            <w:r>
              <w:rPr>
                <w:rFonts w:ascii="Corbel" w:hAnsi="Corbel"/>
              </w:rPr>
              <w:t xml:space="preserve"> profilaktyki i</w:t>
            </w:r>
            <w:r w:rsidRPr="00A20E53">
              <w:rPr>
                <w:rFonts w:ascii="Corbel" w:hAnsi="Corbel"/>
              </w:rPr>
              <w:t xml:space="preserve"> resocjalizacji.</w:t>
            </w:r>
          </w:p>
        </w:tc>
      </w:tr>
      <w:tr w:rsidR="00595FC4" w:rsidRPr="00C818CC" w14:paraId="74B316B5" w14:textId="77777777" w:rsidTr="000D2CC5">
        <w:tc>
          <w:tcPr>
            <w:tcW w:w="9356" w:type="dxa"/>
            <w:vAlign w:val="center"/>
          </w:tcPr>
          <w:p w14:paraId="21271DE8" w14:textId="579B40A5" w:rsidR="00595FC4" w:rsidRPr="00A20E53" w:rsidRDefault="00595FC4" w:rsidP="00595FC4">
            <w:pPr>
              <w:spacing w:after="0" w:line="240" w:lineRule="auto"/>
              <w:jc w:val="both"/>
              <w:rPr>
                <w:rFonts w:ascii="Corbel" w:hAnsi="Corbel"/>
              </w:rPr>
            </w:pPr>
          </w:p>
        </w:tc>
      </w:tr>
    </w:tbl>
    <w:p w14:paraId="26FD7D91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5C6F6B2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1CF2EE65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350C4" w:rsidRPr="00A20E53" w14:paraId="6C5148FF" w14:textId="77777777" w:rsidTr="000D2CC5">
        <w:tc>
          <w:tcPr>
            <w:tcW w:w="9356" w:type="dxa"/>
            <w:vAlign w:val="center"/>
          </w:tcPr>
          <w:p w14:paraId="4BBEA874" w14:textId="77777777" w:rsidR="006350C4" w:rsidRPr="00A20E53" w:rsidRDefault="006350C4" w:rsidP="000D2CC5">
            <w:pPr>
              <w:pStyle w:val="Standard"/>
              <w:snapToGrid w:val="0"/>
              <w:jc w:val="both"/>
              <w:rPr>
                <w:rFonts w:ascii="Corbel" w:hAnsi="Corbel" w:cs="Times New Roman"/>
                <w:color w:val="auto"/>
                <w:lang w:val="pl-PL"/>
              </w:rPr>
            </w:pPr>
            <w:r w:rsidRPr="00A20E53">
              <w:rPr>
                <w:rFonts w:ascii="Corbel" w:hAnsi="Corbel"/>
                <w:lang w:val="pl-PL"/>
              </w:rPr>
              <w:t>Treści merytoryczne</w:t>
            </w:r>
          </w:p>
        </w:tc>
      </w:tr>
      <w:tr w:rsidR="006350C4" w:rsidRPr="00A20E53" w14:paraId="5C85F2B2" w14:textId="77777777" w:rsidTr="000D2CC5">
        <w:tc>
          <w:tcPr>
            <w:tcW w:w="9356" w:type="dxa"/>
            <w:vAlign w:val="center"/>
          </w:tcPr>
          <w:p w14:paraId="056A5D32" w14:textId="4549D2B0" w:rsidR="006350C4" w:rsidRPr="008B2A04" w:rsidRDefault="00595FC4" w:rsidP="000D2CC5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8B2A04">
              <w:rPr>
                <w:rFonts w:ascii="Corbel" w:hAnsi="Corbel"/>
                <w:lang w:val="pl-PL"/>
              </w:rPr>
              <w:t>Modele teoretyczne w profilaktyce i wynikające z nich strategie działania</w:t>
            </w:r>
            <w:r w:rsidR="008B2A04" w:rsidRPr="008B2A04">
              <w:rPr>
                <w:rFonts w:ascii="Corbel" w:hAnsi="Corbel"/>
                <w:lang w:val="pl-PL"/>
              </w:rPr>
              <w:t xml:space="preserve"> (</w:t>
            </w:r>
            <w:r w:rsidR="008B2A04" w:rsidRPr="008B2A04">
              <w:rPr>
                <w:rFonts w:ascii="Corbel" w:hAnsi="Corbel" w:cs="Arial"/>
                <w:color w:val="040C28"/>
                <w:lang w:val="pl-PL"/>
              </w:rPr>
              <w:t>teoria</w:t>
            </w:r>
            <w:r w:rsidRPr="008B2A04">
              <w:rPr>
                <w:rFonts w:ascii="Corbel" w:hAnsi="Corbel" w:cs="Arial"/>
                <w:color w:val="040C28"/>
                <w:lang w:val="pl-PL"/>
              </w:rPr>
              <w:t xml:space="preserve"> zachowań </w:t>
            </w:r>
            <w:r w:rsidR="00726BC1" w:rsidRPr="008B2A04">
              <w:rPr>
                <w:rFonts w:ascii="Corbel" w:hAnsi="Corbel" w:cs="Arial"/>
                <w:color w:val="040C28"/>
                <w:lang w:val="pl-PL"/>
              </w:rPr>
              <w:t>problemowych</w:t>
            </w:r>
            <w:r w:rsidR="00726BC1">
              <w:rPr>
                <w:rFonts w:ascii="Corbel" w:hAnsi="Corbel" w:cs="Arial"/>
                <w:color w:val="040C28"/>
                <w:lang w:val="pl-PL"/>
              </w:rPr>
              <w:t>, teoria</w:t>
            </w:r>
            <w:r w:rsidR="008B2A04">
              <w:rPr>
                <w:rFonts w:ascii="Corbel" w:hAnsi="Corbel" w:cs="Arial"/>
                <w:color w:val="040C28"/>
                <w:lang w:val="pl-PL"/>
              </w:rPr>
              <w:t xml:space="preserve"> społecznego uczenia się,</w:t>
            </w:r>
            <w:r w:rsidRPr="008B2A04">
              <w:rPr>
                <w:rFonts w:ascii="Corbel" w:hAnsi="Corbel" w:cs="Arial"/>
                <w:color w:val="040C28"/>
                <w:lang w:val="pl-PL"/>
              </w:rPr>
              <w:t xml:space="preserve"> teoria uzasadnionego działania, teoria </w:t>
            </w:r>
            <w:proofErr w:type="spellStart"/>
            <w:r w:rsidRPr="008B2A04">
              <w:rPr>
                <w:rFonts w:ascii="Corbel" w:hAnsi="Corbel" w:cs="Arial"/>
                <w:color w:val="040C28"/>
                <w:lang w:val="pl-PL"/>
              </w:rPr>
              <w:t>resilience</w:t>
            </w:r>
            <w:proofErr w:type="spellEnd"/>
            <w:r w:rsidRPr="008B2A04">
              <w:rPr>
                <w:rFonts w:ascii="Corbel" w:hAnsi="Corbel" w:cs="Arial"/>
                <w:color w:val="040C28"/>
                <w:lang w:val="pl-PL"/>
              </w:rPr>
              <w:t xml:space="preserve"> oraz koncepcja substancji torujących drogę</w:t>
            </w:r>
            <w:r w:rsidR="008B2A04">
              <w:rPr>
                <w:rFonts w:ascii="Corbel" w:hAnsi="Corbel" w:cs="Arial"/>
                <w:color w:val="040C28"/>
                <w:lang w:val="pl-PL"/>
              </w:rPr>
              <w:t>).</w:t>
            </w:r>
          </w:p>
        </w:tc>
      </w:tr>
      <w:tr w:rsidR="008B2A04" w:rsidRPr="00A20E53" w14:paraId="7045933A" w14:textId="77777777" w:rsidTr="00FC3F70">
        <w:tc>
          <w:tcPr>
            <w:tcW w:w="9356" w:type="dxa"/>
          </w:tcPr>
          <w:p w14:paraId="19BC84F6" w14:textId="313984D4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 w:cs="Times New Roman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 xml:space="preserve">Strategie informacyjne </w:t>
            </w:r>
            <w:r w:rsidR="007621D1">
              <w:rPr>
                <w:rFonts w:ascii="Corbel" w:hAnsi="Corbel"/>
                <w:bCs/>
                <w:lang w:val="pl-PL"/>
              </w:rPr>
              <w:t>w profilaktyce, ograniczenia i zalety, przykłady wykorzystania w placówkach edukacyjnych.</w:t>
            </w:r>
          </w:p>
        </w:tc>
      </w:tr>
      <w:tr w:rsidR="008B2A04" w:rsidRPr="00A20E53" w14:paraId="5974BDA0" w14:textId="77777777" w:rsidTr="00FC3F70">
        <w:tc>
          <w:tcPr>
            <w:tcW w:w="9356" w:type="dxa"/>
          </w:tcPr>
          <w:p w14:paraId="382E0B50" w14:textId="1F4C6000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 w:cs="Times New Roman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>Strategie edukacyjne</w:t>
            </w:r>
            <w:r w:rsidR="007621D1">
              <w:rPr>
                <w:rFonts w:ascii="Corbel" w:hAnsi="Corbel"/>
                <w:bCs/>
                <w:lang w:val="pl-PL"/>
              </w:rPr>
              <w:t xml:space="preserve"> w działalności profilaktycznej, przykłady wykorzystania.</w:t>
            </w:r>
          </w:p>
        </w:tc>
      </w:tr>
      <w:tr w:rsidR="008B2A04" w:rsidRPr="00A20E53" w14:paraId="5DB705AB" w14:textId="77777777" w:rsidTr="00FC3F70">
        <w:tc>
          <w:tcPr>
            <w:tcW w:w="9356" w:type="dxa"/>
          </w:tcPr>
          <w:p w14:paraId="6E9B7A7D" w14:textId="0D60303A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 w:cs="Times New Roman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>Strategie alternatywne</w:t>
            </w:r>
            <w:r w:rsidR="007621D1">
              <w:rPr>
                <w:rFonts w:ascii="Corbel" w:hAnsi="Corbel"/>
                <w:bCs/>
                <w:lang w:val="pl-PL"/>
              </w:rPr>
              <w:t xml:space="preserve"> w działalności wychowawczej instytucji edukacyjnych i organizacji czasu wolnego dzieci, młodzieży i osób dorosłych.</w:t>
            </w:r>
          </w:p>
        </w:tc>
      </w:tr>
      <w:tr w:rsidR="008B2A04" w:rsidRPr="00A20E53" w14:paraId="1F992D9B" w14:textId="77777777" w:rsidTr="000D2CC5">
        <w:tc>
          <w:tcPr>
            <w:tcW w:w="9356" w:type="dxa"/>
          </w:tcPr>
          <w:p w14:paraId="51615F7D" w14:textId="4738D179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>Strategie interwencyjne</w:t>
            </w:r>
            <w:r w:rsidR="007621D1">
              <w:rPr>
                <w:rFonts w:ascii="Corbel" w:hAnsi="Corbel"/>
                <w:bCs/>
                <w:lang w:val="pl-PL"/>
              </w:rPr>
              <w:t xml:space="preserve"> – profilaktyka jako forma wsparcia społecznego.</w:t>
            </w:r>
          </w:p>
        </w:tc>
      </w:tr>
      <w:tr w:rsidR="008B2A04" w:rsidRPr="00A20E53" w14:paraId="4813B9F6" w14:textId="77777777" w:rsidTr="00FC3F70">
        <w:tc>
          <w:tcPr>
            <w:tcW w:w="9356" w:type="dxa"/>
          </w:tcPr>
          <w:p w14:paraId="52775C10" w14:textId="498D47EA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>Strategie zmian środowiskowych</w:t>
            </w:r>
            <w:r w:rsidR="007621D1">
              <w:rPr>
                <w:rFonts w:ascii="Corbel" w:hAnsi="Corbel"/>
                <w:bCs/>
                <w:lang w:val="pl-PL"/>
              </w:rPr>
              <w:t xml:space="preserve"> </w:t>
            </w:r>
            <w:r w:rsidR="00726BC1">
              <w:rPr>
                <w:rFonts w:ascii="Corbel" w:hAnsi="Corbel"/>
                <w:bCs/>
                <w:lang w:val="pl-PL"/>
              </w:rPr>
              <w:t>– rola środowiska wychowawczego w powstawaniu zaburzeń w rozwoju społecznym, możliwości przeprowadzenia zmian środowiskowych.</w:t>
            </w:r>
            <w:r w:rsidRPr="007621D1">
              <w:rPr>
                <w:rFonts w:ascii="Corbel" w:hAnsi="Corbel"/>
                <w:bCs/>
                <w:lang w:val="pl-PL"/>
              </w:rPr>
              <w:t xml:space="preserve"> </w:t>
            </w:r>
          </w:p>
        </w:tc>
      </w:tr>
      <w:tr w:rsidR="008B2A04" w:rsidRPr="00A20E53" w14:paraId="0E229F1D" w14:textId="77777777" w:rsidTr="00FC3F70">
        <w:tc>
          <w:tcPr>
            <w:tcW w:w="9356" w:type="dxa"/>
          </w:tcPr>
          <w:p w14:paraId="37D1FEA4" w14:textId="50BA6C0B" w:rsidR="008B2A04" w:rsidRPr="007621D1" w:rsidRDefault="008B2A04" w:rsidP="008B2A04">
            <w:pPr>
              <w:pStyle w:val="Standard"/>
              <w:snapToGrid w:val="0"/>
              <w:jc w:val="both"/>
              <w:rPr>
                <w:rFonts w:ascii="Corbel" w:hAnsi="Corbel"/>
                <w:bCs/>
                <w:lang w:val="pl-PL"/>
              </w:rPr>
            </w:pPr>
            <w:r w:rsidRPr="007621D1">
              <w:rPr>
                <w:rFonts w:ascii="Corbel" w:hAnsi="Corbel"/>
                <w:bCs/>
                <w:lang w:val="pl-PL"/>
              </w:rPr>
              <w:t>Strategie polegające na zmianie przepisów społecznych</w:t>
            </w:r>
            <w:r w:rsidR="00726BC1">
              <w:rPr>
                <w:rFonts w:ascii="Corbel" w:hAnsi="Corbel"/>
                <w:bCs/>
                <w:lang w:val="pl-PL"/>
              </w:rPr>
              <w:t xml:space="preserve"> – rola prawa w profilaktyce i </w:t>
            </w:r>
            <w:r w:rsidR="00726BC1">
              <w:rPr>
                <w:rFonts w:ascii="Corbel" w:hAnsi="Corbel"/>
                <w:bCs/>
                <w:lang w:val="pl-PL"/>
              </w:rPr>
              <w:lastRenderedPageBreak/>
              <w:t xml:space="preserve">resocjalizacji, profilaktyczne znaczenie </w:t>
            </w:r>
            <w:r w:rsidR="00726BC1" w:rsidRPr="007621D1">
              <w:rPr>
                <w:rFonts w:ascii="Corbel" w:hAnsi="Corbel"/>
                <w:bCs/>
                <w:lang w:val="pl-PL"/>
              </w:rPr>
              <w:t>środków</w:t>
            </w:r>
            <w:r w:rsidR="00726BC1" w:rsidRPr="00A20E53">
              <w:rPr>
                <w:rFonts w:ascii="Corbel" w:hAnsi="Corbel"/>
                <w:lang w:val="pl-PL"/>
              </w:rPr>
              <w:t xml:space="preserve"> </w:t>
            </w:r>
            <w:r w:rsidR="00726BC1">
              <w:rPr>
                <w:rFonts w:ascii="Corbel" w:hAnsi="Corbel"/>
                <w:lang w:val="pl-PL"/>
              </w:rPr>
              <w:t xml:space="preserve">wychowawczych </w:t>
            </w:r>
            <w:r w:rsidR="00726BC1" w:rsidRPr="00A20E53">
              <w:rPr>
                <w:rFonts w:ascii="Corbel" w:hAnsi="Corbel"/>
                <w:lang w:val="pl-PL"/>
              </w:rPr>
              <w:t>stosowan</w:t>
            </w:r>
            <w:r w:rsidR="00726BC1">
              <w:rPr>
                <w:rFonts w:ascii="Corbel" w:hAnsi="Corbel"/>
                <w:lang w:val="pl-PL"/>
              </w:rPr>
              <w:t>ych</w:t>
            </w:r>
            <w:r w:rsidR="00726BC1" w:rsidRPr="00A20E53">
              <w:rPr>
                <w:rFonts w:ascii="Corbel" w:hAnsi="Corbel"/>
                <w:lang w:val="pl-PL"/>
              </w:rPr>
              <w:t xml:space="preserve"> wobec nieletnich w prawie polskim.</w:t>
            </w:r>
          </w:p>
        </w:tc>
      </w:tr>
    </w:tbl>
    <w:p w14:paraId="5F4B584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87ABC2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7D5223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57E404" w14:textId="77777777" w:rsidR="00042B0C" w:rsidRPr="00042B0C" w:rsidRDefault="00042B0C" w:rsidP="00042B0C">
      <w:pPr>
        <w:spacing w:after="0" w:line="240" w:lineRule="auto"/>
        <w:rPr>
          <w:rFonts w:ascii="Corbel" w:hAnsi="Corbel"/>
          <w:sz w:val="24"/>
          <w:szCs w:val="24"/>
        </w:rPr>
      </w:pPr>
      <w:r w:rsidRPr="00042B0C">
        <w:rPr>
          <w:rFonts w:ascii="Corbel" w:hAnsi="Corbel"/>
          <w:sz w:val="24"/>
          <w:szCs w:val="24"/>
        </w:rPr>
        <w:t>Wykład: wykład problemowy, wykład z prezentacją multimedialną</w:t>
      </w:r>
    </w:p>
    <w:p w14:paraId="38D33935" w14:textId="77777777" w:rsidR="00042B0C" w:rsidRPr="00042B0C" w:rsidRDefault="00042B0C" w:rsidP="00042B0C">
      <w:pPr>
        <w:spacing w:after="0" w:line="240" w:lineRule="auto"/>
        <w:jc w:val="both"/>
        <w:rPr>
          <w:rFonts w:ascii="Corbel" w:hAnsi="Corbel"/>
          <w:b/>
          <w:iCs/>
          <w:sz w:val="24"/>
          <w:szCs w:val="24"/>
        </w:rPr>
      </w:pPr>
      <w:r w:rsidRPr="00042B0C">
        <w:rPr>
          <w:rFonts w:ascii="Corbel" w:hAnsi="Corbel"/>
          <w:iCs/>
          <w:sz w:val="24"/>
          <w:szCs w:val="24"/>
        </w:rPr>
        <w:t xml:space="preserve">Ćwiczenia: analiza tekstów z dyskusją, metoda projektów, praca w grupach, referat, </w:t>
      </w:r>
      <w:r w:rsidRPr="00042B0C">
        <w:rPr>
          <w:rFonts w:ascii="Corbel" w:hAnsi="Corbel"/>
          <w:sz w:val="24"/>
          <w:szCs w:val="24"/>
        </w:rPr>
        <w:t>prezentacja multimedialna.</w:t>
      </w:r>
    </w:p>
    <w:p w14:paraId="55733438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14:paraId="5138CB52" w14:textId="77777777" w:rsidR="0028173C" w:rsidRPr="00B169DF" w:rsidRDefault="0028173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A73896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D32B01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C99C415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2044B25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28173C" w:rsidRPr="00B169DF" w14:paraId="3B6902C1" w14:textId="77777777" w:rsidTr="00451240">
        <w:tc>
          <w:tcPr>
            <w:tcW w:w="1962" w:type="dxa"/>
            <w:vAlign w:val="center"/>
          </w:tcPr>
          <w:p w14:paraId="59C3AB79" w14:textId="7AC70BD7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BAF22C" w14:textId="35912BB4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D966E9" w14:textId="314E81FB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17" w:type="dxa"/>
            <w:vAlign w:val="center"/>
          </w:tcPr>
          <w:p w14:paraId="5D302345" w14:textId="77777777" w:rsidR="0028173C" w:rsidRPr="009C54AE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97728E8" w14:textId="1AC5EFB3" w:rsidR="0028173C" w:rsidRPr="00B169DF" w:rsidRDefault="0028173C" w:rsidP="002817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8173C" w:rsidRPr="00B169DF" w14:paraId="7255D0D6" w14:textId="77777777" w:rsidTr="00451240">
        <w:tc>
          <w:tcPr>
            <w:tcW w:w="1962" w:type="dxa"/>
          </w:tcPr>
          <w:p w14:paraId="469B81FA" w14:textId="5220EEA9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41021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41021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6D621D2" w14:textId="5470983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Pr="00B410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DC527F" w14:textId="7E8C797A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28173C" w:rsidRPr="00B169DF" w14:paraId="0B67EF98" w14:textId="77777777" w:rsidTr="00451240">
        <w:tc>
          <w:tcPr>
            <w:tcW w:w="1962" w:type="dxa"/>
          </w:tcPr>
          <w:p w14:paraId="6139A7F0" w14:textId="71893E1D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BEC8850" w14:textId="3920CB4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C365502" w14:textId="3A226C08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3D47663" w14:textId="77777777" w:rsidTr="00451240">
        <w:tc>
          <w:tcPr>
            <w:tcW w:w="1962" w:type="dxa"/>
          </w:tcPr>
          <w:p w14:paraId="35B89949" w14:textId="28613277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05DD5852" w14:textId="33D9C643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1791EA41" w14:textId="4497D9AC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5959D9F3" w14:textId="77777777" w:rsidTr="00451240">
        <w:tc>
          <w:tcPr>
            <w:tcW w:w="1962" w:type="dxa"/>
          </w:tcPr>
          <w:p w14:paraId="451989B6" w14:textId="1107E60F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FC4E541" w14:textId="77119AC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3F9BDC29" w14:textId="796B8926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28173C" w:rsidRPr="00B169DF" w14:paraId="3A09240E" w14:textId="77777777" w:rsidTr="00451240">
        <w:tc>
          <w:tcPr>
            <w:tcW w:w="1962" w:type="dxa"/>
          </w:tcPr>
          <w:p w14:paraId="48F22387" w14:textId="276FDE22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</w:tcPr>
          <w:p w14:paraId="0C49CA03" w14:textId="09A97341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05D79203" w14:textId="44B7413B" w:rsidR="0028173C" w:rsidRPr="00B169DF" w:rsidRDefault="0028173C" w:rsidP="0028173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726BC1" w:rsidRPr="00B169DF" w14:paraId="7CF41A4A" w14:textId="77777777" w:rsidTr="00451240">
        <w:tc>
          <w:tcPr>
            <w:tcW w:w="1962" w:type="dxa"/>
          </w:tcPr>
          <w:p w14:paraId="5412CD74" w14:textId="67D00897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7060C1DD" w14:textId="6F8F7213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664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</w:tcPr>
          <w:p w14:paraId="4AFA3C9C" w14:textId="6D18231C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w, ćw.</w:t>
            </w:r>
          </w:p>
        </w:tc>
      </w:tr>
      <w:tr w:rsidR="00726BC1" w:rsidRPr="00B169DF" w14:paraId="1D6DFCAB" w14:textId="77777777" w:rsidTr="00451240">
        <w:tc>
          <w:tcPr>
            <w:tcW w:w="1962" w:type="dxa"/>
          </w:tcPr>
          <w:p w14:paraId="5E7741D7" w14:textId="5F20C555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025CFFD" w14:textId="0F873582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65A8F28D" w14:textId="511C82A9" w:rsidR="00726BC1" w:rsidRPr="00B169DF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726BC1" w:rsidRPr="00B169DF" w14:paraId="49D2F63E" w14:textId="77777777" w:rsidTr="00451240">
        <w:tc>
          <w:tcPr>
            <w:tcW w:w="1962" w:type="dxa"/>
          </w:tcPr>
          <w:p w14:paraId="46427BE8" w14:textId="4D022412" w:rsidR="00726BC1" w:rsidRPr="00B41021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441" w:type="dxa"/>
          </w:tcPr>
          <w:p w14:paraId="7F9849AC" w14:textId="5F5497BA" w:rsidR="00726BC1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podczas zajęć</w:t>
            </w:r>
          </w:p>
        </w:tc>
        <w:tc>
          <w:tcPr>
            <w:tcW w:w="2117" w:type="dxa"/>
          </w:tcPr>
          <w:p w14:paraId="104F35E3" w14:textId="4B4D9AA1" w:rsidR="00726BC1" w:rsidRPr="003362E1" w:rsidRDefault="00726BC1" w:rsidP="00726B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362E1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2D5F40BC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432DB6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3E3D688C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11B663E9" w14:textId="77777777" w:rsidTr="00923D7D">
        <w:tc>
          <w:tcPr>
            <w:tcW w:w="9670" w:type="dxa"/>
          </w:tcPr>
          <w:p w14:paraId="54E09CFF" w14:textId="502300BC" w:rsidR="0085747A" w:rsidRPr="00B169DF" w:rsidRDefault="002817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kolokwium i 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obecność i aktywność na zajęciach, samodzielne przygotowywanie materiałów do zajęć, referatów, prezentacji itp.</w:t>
            </w:r>
          </w:p>
          <w:p w14:paraId="6F8663FA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239F50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8658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E65C65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177E9BBE" w14:textId="77777777" w:rsidTr="003E1941">
        <w:tc>
          <w:tcPr>
            <w:tcW w:w="4962" w:type="dxa"/>
            <w:vAlign w:val="center"/>
          </w:tcPr>
          <w:p w14:paraId="5176F8D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C35D022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2065E3DA" w14:textId="77777777" w:rsidTr="00923D7D">
        <w:tc>
          <w:tcPr>
            <w:tcW w:w="4962" w:type="dxa"/>
          </w:tcPr>
          <w:p w14:paraId="6F29975F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9A0FF10" w14:textId="2DAA4241" w:rsidR="0085747A" w:rsidRPr="00B169DF" w:rsidRDefault="00726BC1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B169DF" w14:paraId="4C23DFD0" w14:textId="77777777" w:rsidTr="00923D7D">
        <w:tc>
          <w:tcPr>
            <w:tcW w:w="4962" w:type="dxa"/>
          </w:tcPr>
          <w:p w14:paraId="7AAF20E9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2B8E9424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14:paraId="17D5E88C" w14:textId="77777777" w:rsidR="003C0AD4" w:rsidRPr="003C0AD4" w:rsidRDefault="003C0AD4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 Udział w egzaminie (I termin)</w:t>
            </w:r>
          </w:p>
          <w:p w14:paraId="40286B3F" w14:textId="0446F092" w:rsidR="00C61DC5" w:rsidRPr="00B169DF" w:rsidRDefault="003C0AD4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Udział w egzaminie poprawkowym</w:t>
            </w:r>
          </w:p>
        </w:tc>
        <w:tc>
          <w:tcPr>
            <w:tcW w:w="4677" w:type="dxa"/>
          </w:tcPr>
          <w:p w14:paraId="69A7242E" w14:textId="6D3DA35E" w:rsidR="00C61DC5" w:rsidRPr="00B169DF" w:rsidRDefault="003C0AD4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66709" w:rsidRPr="00B169DF" w14:paraId="189ED720" w14:textId="77777777" w:rsidTr="00923D7D">
        <w:tc>
          <w:tcPr>
            <w:tcW w:w="4962" w:type="dxa"/>
          </w:tcPr>
          <w:p w14:paraId="30D71B6F" w14:textId="77777777" w:rsidR="00D66709" w:rsidRPr="003C0AD4" w:rsidRDefault="00D66709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C0AD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C0AD4"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4744477E" w14:textId="77777777" w:rsidR="00D66709" w:rsidRPr="003C0AD4" w:rsidRDefault="00D66709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studiowanie literatury przedmiotu, </w:t>
            </w:r>
          </w:p>
          <w:p w14:paraId="21778245" w14:textId="77777777" w:rsidR="00D66709" w:rsidRPr="003C0AD4" w:rsidRDefault="00D66709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 xml:space="preserve">- przygotowanie do zajęć,  </w:t>
            </w:r>
          </w:p>
          <w:p w14:paraId="00CD4E36" w14:textId="77777777" w:rsidR="00D66709" w:rsidRPr="003C0AD4" w:rsidRDefault="00D66709" w:rsidP="003C0AD4">
            <w:pPr>
              <w:pStyle w:val="Akapitzlist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zaliczenia,</w:t>
            </w:r>
          </w:p>
          <w:p w14:paraId="27492D3B" w14:textId="5F3E297C" w:rsidR="00D66709" w:rsidRPr="00B169DF" w:rsidRDefault="00D66709" w:rsidP="003C0A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0AD4">
              <w:rPr>
                <w:rFonts w:ascii="Corbel" w:hAnsi="Corbel"/>
                <w:sz w:val="24"/>
                <w:szCs w:val="24"/>
              </w:rPr>
              <w:t>- przygotowanie do egzaminu.</w:t>
            </w:r>
          </w:p>
        </w:tc>
        <w:tc>
          <w:tcPr>
            <w:tcW w:w="4677" w:type="dxa"/>
          </w:tcPr>
          <w:p w14:paraId="72C6189A" w14:textId="77777777" w:rsidR="00D66709" w:rsidRPr="00466B1D" w:rsidRDefault="00D667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34AAB452" w14:textId="77777777" w:rsidR="00D66709" w:rsidRPr="00466B1D" w:rsidRDefault="00D667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</w:p>
          <w:p w14:paraId="13D488AE" w14:textId="77777777" w:rsidR="00D66709" w:rsidRPr="00466B1D" w:rsidRDefault="00D667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66B1D">
              <w:rPr>
                <w:rFonts w:ascii="Corbel" w:hAnsi="Corbel"/>
                <w:color w:val="000000" w:themeColor="text1"/>
                <w:sz w:val="24"/>
                <w:szCs w:val="24"/>
              </w:rPr>
              <w:t>25</w:t>
            </w:r>
          </w:p>
          <w:p w14:paraId="5B8C3B59" w14:textId="77777777" w:rsidR="00D66709" w:rsidRPr="00466B1D" w:rsidRDefault="00D667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66B1D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  <w:p w14:paraId="2DCDB1C1" w14:textId="77777777" w:rsidR="00D66709" w:rsidRPr="00466B1D" w:rsidRDefault="00D667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66B1D">
              <w:rPr>
                <w:rFonts w:ascii="Corbel" w:hAnsi="Corbel"/>
                <w:color w:val="000000" w:themeColor="text1"/>
                <w:sz w:val="24"/>
                <w:szCs w:val="24"/>
              </w:rPr>
              <w:t>15</w:t>
            </w:r>
          </w:p>
          <w:p w14:paraId="3D58F43F" w14:textId="47290C95" w:rsidR="00D66709" w:rsidRPr="00466B1D" w:rsidRDefault="00D66709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66B1D">
              <w:rPr>
                <w:rFonts w:ascii="Corbel" w:hAnsi="Corbel"/>
                <w:color w:val="000000" w:themeColor="text1"/>
                <w:sz w:val="24"/>
                <w:szCs w:val="24"/>
              </w:rPr>
              <w:t>20</w:t>
            </w:r>
          </w:p>
        </w:tc>
      </w:tr>
      <w:tr w:rsidR="00D66709" w:rsidRPr="00B169DF" w14:paraId="6830855C" w14:textId="77777777" w:rsidTr="00923D7D">
        <w:tc>
          <w:tcPr>
            <w:tcW w:w="4962" w:type="dxa"/>
          </w:tcPr>
          <w:p w14:paraId="20AFAFFB" w14:textId="77777777" w:rsidR="00D66709" w:rsidRPr="00B169DF" w:rsidRDefault="00D667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EFF035B" w14:textId="52BD69BF" w:rsidR="00D66709" w:rsidRPr="00466B1D" w:rsidRDefault="00D66709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r w:rsidRPr="00466B1D">
              <w:rPr>
                <w:rFonts w:ascii="Corbel" w:hAnsi="Corbel"/>
                <w:color w:val="000000" w:themeColor="text1"/>
                <w:sz w:val="24"/>
                <w:szCs w:val="24"/>
              </w:rPr>
              <w:t>126</w:t>
            </w:r>
          </w:p>
        </w:tc>
      </w:tr>
      <w:tr w:rsidR="00D66709" w:rsidRPr="00B169DF" w14:paraId="016907C3" w14:textId="77777777" w:rsidTr="00923D7D">
        <w:tc>
          <w:tcPr>
            <w:tcW w:w="4962" w:type="dxa"/>
          </w:tcPr>
          <w:p w14:paraId="28790951" w14:textId="77777777" w:rsidR="00D66709" w:rsidRPr="00B169DF" w:rsidRDefault="00D667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14:paraId="44957189" w14:textId="77777777" w:rsidR="00D66709" w:rsidRPr="00466B1D" w:rsidRDefault="00D667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color w:val="000000" w:themeColor="text1"/>
                <w:sz w:val="24"/>
                <w:szCs w:val="24"/>
              </w:rPr>
            </w:pPr>
            <w:bookmarkStart w:id="0" w:name="_GoBack"/>
            <w:r w:rsidRPr="00466B1D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  <w:bookmarkEnd w:id="0"/>
          <w:p w14:paraId="46673BAC" w14:textId="63FD64A7" w:rsidR="00D66709" w:rsidRPr="00B169DF" w:rsidRDefault="00D66709" w:rsidP="0028173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55B61E3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C71517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0C73F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4C687A57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40C660F" w14:textId="77777777" w:rsidTr="0071620A">
        <w:trPr>
          <w:trHeight w:val="397"/>
        </w:trPr>
        <w:tc>
          <w:tcPr>
            <w:tcW w:w="3544" w:type="dxa"/>
          </w:tcPr>
          <w:p w14:paraId="5F2A31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BA3EE9" w14:textId="49AC396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54C94488" w14:textId="77777777" w:rsidTr="0071620A">
        <w:trPr>
          <w:trHeight w:val="397"/>
        </w:trPr>
        <w:tc>
          <w:tcPr>
            <w:tcW w:w="3544" w:type="dxa"/>
          </w:tcPr>
          <w:p w14:paraId="5AB4193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A37ABDE" w14:textId="2D732514" w:rsidR="0085747A" w:rsidRPr="00B169DF" w:rsidRDefault="00AA30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856E9ED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958FEBE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6318A19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726BC1" w:rsidRPr="00246358" w14:paraId="6DFC8775" w14:textId="77777777" w:rsidTr="000D2CC5">
        <w:tc>
          <w:tcPr>
            <w:tcW w:w="9072" w:type="dxa"/>
          </w:tcPr>
          <w:p w14:paraId="284BAF2A" w14:textId="77777777" w:rsidR="00726BC1" w:rsidRPr="00246358" w:rsidRDefault="00726BC1" w:rsidP="000D2CC5">
            <w:pPr>
              <w:pStyle w:val="Punktygwne"/>
              <w:spacing w:before="0" w:after="0"/>
              <w:rPr>
                <w:rFonts w:ascii="Corbel" w:hAnsi="Corbel"/>
                <w:smallCaps w:val="0"/>
                <w:color w:val="FF0000"/>
                <w:szCs w:val="24"/>
              </w:rPr>
            </w:pPr>
            <w:r w:rsidRPr="0024635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A0E8B83" w14:textId="77777777" w:rsidR="00CA5E12" w:rsidRPr="00CA5E12" w:rsidRDefault="00CA5E12" w:rsidP="00CA5E12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Open Sans"/>
                <w:b w:val="0"/>
                <w:bCs w:val="0"/>
                <w:sz w:val="24"/>
                <w:szCs w:val="24"/>
              </w:rPr>
            </w:pPr>
            <w:r w:rsidRPr="00CA5E12">
              <w:rPr>
                <w:rFonts w:ascii="Corbel" w:hAnsi="Corbel" w:cs="Open Sans Light"/>
                <w:b w:val="0"/>
                <w:bCs w:val="0"/>
                <w:sz w:val="24"/>
                <w:szCs w:val="24"/>
                <w:shd w:val="clear" w:color="auto" w:fill="FFFFFF"/>
              </w:rPr>
              <w:t> </w:t>
            </w:r>
            <w:proofErr w:type="spellStart"/>
            <w:r>
              <w:fldChar w:fldCharType="begin"/>
            </w:r>
            <w:r>
              <w:instrText>HYPERLINK "https://ksiegarnia.pwn.pl/autor/Katarzyna-Borzucka-Sitkiewicz,a,74650416" \o "Katarzyna Borzucka-Sitkiewicz"</w:instrText>
            </w:r>
            <w:r>
              <w:fldChar w:fldCharType="separate"/>
            </w:r>
            <w:r w:rsidRPr="00CA5E12"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</w:rPr>
              <w:t>Borzucka-Sitkiewicz</w:t>
            </w:r>
            <w:proofErr w:type="spellEnd"/>
            <w:r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</w:rPr>
              <w:fldChar w:fldCharType="end"/>
            </w:r>
            <w:r w:rsidRPr="00CA5E12">
              <w:rPr>
                <w:rStyle w:val="value"/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 xml:space="preserve"> </w:t>
            </w:r>
            <w:r w:rsidRPr="00CA5E12">
              <w:rPr>
                <w:rStyle w:val="value"/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</w:rPr>
              <w:t>K.</w:t>
            </w:r>
            <w:r w:rsidRPr="00CA5E12">
              <w:rPr>
                <w:rStyle w:val="value"/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hyperlink r:id="rId8" w:tooltip="Katarzyna Kowalczewska-Grabowska" w:history="1">
              <w:r w:rsidRPr="00CA5E12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</w:rPr>
                <w:t xml:space="preserve"> Kowalczewska-</w:t>
              </w:r>
              <w:proofErr w:type="spellStart"/>
              <w:r w:rsidRPr="00CA5E12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</w:rPr>
                <w:t>Grabowska</w:t>
              </w:r>
            </w:hyperlink>
            <w:r w:rsidRPr="00CA5E12">
              <w:rPr>
                <w:rStyle w:val="value"/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K</w:t>
            </w:r>
            <w:proofErr w:type="spellEnd"/>
            <w:r w:rsidRPr="00CA5E12">
              <w:rPr>
                <w:rStyle w:val="value"/>
                <w:rFonts w:ascii="Corbel" w:hAnsi="Corbel"/>
                <w:b w:val="0"/>
                <w:bCs w:val="0"/>
                <w:sz w:val="24"/>
                <w:szCs w:val="24"/>
                <w:shd w:val="clear" w:color="auto" w:fill="FFFFFF"/>
              </w:rPr>
              <w:t xml:space="preserve">., </w:t>
            </w:r>
            <w:r w:rsidRPr="00CA5E12">
              <w:rPr>
                <w:rFonts w:ascii="Corbel" w:hAnsi="Corbel" w:cs="Open Sans"/>
                <w:b w:val="0"/>
                <w:bCs w:val="0"/>
                <w:sz w:val="24"/>
                <w:szCs w:val="24"/>
              </w:rPr>
              <w:t>Profilaktyka społeczna. Aspekty teoretyczno-metodyczne. Katowice 2013.</w:t>
            </w:r>
          </w:p>
          <w:p w14:paraId="510D8A6C" w14:textId="77777777" w:rsidR="00CA5E12" w:rsidRPr="00246358" w:rsidRDefault="00CA5E12" w:rsidP="000D2CC5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Kmiecik-</w:t>
            </w: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Jusięga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K., Profilaktyka społeczna w pedagogicznych przestrzeniach środowiska lokalnego. Kraków 2022.</w:t>
            </w:r>
          </w:p>
          <w:p w14:paraId="0F843950" w14:textId="6773616E" w:rsidR="00CA5E12" w:rsidRPr="00CA5E12" w:rsidRDefault="00DD7EB9" w:rsidP="00CA5E12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Open Sans"/>
                <w:b w:val="0"/>
                <w:bCs w:val="0"/>
                <w:sz w:val="24"/>
                <w:szCs w:val="24"/>
              </w:rPr>
            </w:pPr>
            <w:hyperlink r:id="rId9" w:tooltip="Karolina Kmiecik-Jusięga" w:history="1">
              <w:r w:rsidR="00CA5E12" w:rsidRPr="00CA5E12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Kmiecik-</w:t>
              </w:r>
              <w:proofErr w:type="spellStart"/>
              <w:r w:rsidR="00CA5E12" w:rsidRPr="00CA5E12">
                <w:rPr>
                  <w:rStyle w:val="Hipercze"/>
                  <w:rFonts w:ascii="Corbel" w:hAnsi="Corbel" w:cs="Open Sans"/>
                  <w:b w:val="0"/>
                  <w:bCs w:val="0"/>
                  <w:color w:val="auto"/>
                  <w:sz w:val="24"/>
                  <w:szCs w:val="24"/>
                  <w:u w:val="none"/>
                  <w:shd w:val="clear" w:color="auto" w:fill="FFFFFF"/>
                </w:rPr>
                <w:t>Jusięga</w:t>
              </w:r>
              <w:proofErr w:type="spellEnd"/>
            </w:hyperlink>
            <w:r w:rsidR="00CA5E12" w:rsidRPr="00CA5E1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K.</w:t>
            </w:r>
            <w:r w:rsidR="00CA5E12" w:rsidRPr="00CA5E12">
              <w:rPr>
                <w:rFonts w:ascii="Corbel" w:hAnsi="Corbel" w:cs="Open Sans"/>
                <w:b w:val="0"/>
                <w:bCs w:val="0"/>
                <w:sz w:val="24"/>
                <w:szCs w:val="24"/>
                <w:shd w:val="clear" w:color="auto" w:fill="FFFFFF"/>
              </w:rPr>
              <w:t>, </w:t>
            </w:r>
            <w:proofErr w:type="spellStart"/>
            <w:r w:rsidR="00494566">
              <w:fldChar w:fldCharType="begin"/>
            </w:r>
            <w:r w:rsidR="00494566">
              <w:instrText>HYPERLINK "https://ksiegarnia.pwn.pl/autor/Edyta-Laurman-Jarzabek,a,643403778" \o "Edyta Laurman-Jarząbek"</w:instrText>
            </w:r>
            <w:r w:rsidR="00494566">
              <w:fldChar w:fldCharType="separate"/>
            </w:r>
            <w:r w:rsidR="00CA5E12" w:rsidRPr="00CA5E12"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  <w:shd w:val="clear" w:color="auto" w:fill="FFFFFF"/>
              </w:rPr>
              <w:t>Laurman</w:t>
            </w:r>
            <w:proofErr w:type="spellEnd"/>
            <w:r w:rsidR="00CA5E12" w:rsidRPr="00CA5E12"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  <w:shd w:val="clear" w:color="auto" w:fill="FFFFFF"/>
              </w:rPr>
              <w:t>-Jarząbek</w:t>
            </w:r>
            <w:r w:rsidR="00494566">
              <w:rPr>
                <w:rStyle w:val="Hipercze"/>
                <w:rFonts w:ascii="Corbel" w:hAnsi="Corbel" w:cs="Open Sans"/>
                <w:b w:val="0"/>
                <w:bCs w:val="0"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  <w:r w:rsidR="00CA5E12" w:rsidRPr="00CA5E1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E.,</w:t>
            </w:r>
            <w:r w:rsidR="00CA5E12" w:rsidRPr="00CA5E12">
              <w:rPr>
                <w:rFonts w:ascii="Corbel" w:hAnsi="Corbel" w:cs="Open Sans"/>
                <w:b w:val="0"/>
                <w:bCs w:val="0"/>
                <w:sz w:val="24"/>
                <w:szCs w:val="24"/>
              </w:rPr>
              <w:t xml:space="preserve"> Profilaktyka społeczna</w:t>
            </w:r>
            <w:r w:rsidR="00CA5E12">
              <w:rPr>
                <w:rFonts w:ascii="Corbel" w:hAnsi="Corbel" w:cs="Open Sans"/>
                <w:b w:val="0"/>
                <w:bCs w:val="0"/>
                <w:sz w:val="24"/>
                <w:szCs w:val="24"/>
              </w:rPr>
              <w:t>.</w:t>
            </w:r>
            <w:r w:rsidR="00CA5E12" w:rsidRPr="00CA5E12">
              <w:rPr>
                <w:rFonts w:ascii="Corbel" w:hAnsi="Corbel" w:cs="Open Sans"/>
                <w:b w:val="0"/>
                <w:bCs w:val="0"/>
                <w:sz w:val="24"/>
                <w:szCs w:val="24"/>
              </w:rPr>
              <w:t xml:space="preserve"> Kontekst teoretyczny i dobre </w:t>
            </w:r>
            <w:r w:rsidR="00CA5E12" w:rsidRPr="00420964">
              <w:rPr>
                <w:rFonts w:ascii="Corbel" w:hAnsi="Corbel" w:cs="Open Sans"/>
                <w:b w:val="0"/>
                <w:bCs w:val="0"/>
                <w:sz w:val="24"/>
                <w:szCs w:val="24"/>
              </w:rPr>
              <w:t>praktyki</w:t>
            </w:r>
            <w:r w:rsidR="00CA5E12" w:rsidRPr="00420964">
              <w:rPr>
                <w:rFonts w:ascii="Corbel" w:hAnsi="Corbel"/>
                <w:b w:val="0"/>
                <w:bCs w:val="0"/>
                <w:sz w:val="24"/>
                <w:szCs w:val="24"/>
              </w:rPr>
              <w:t>. Kraków 2016</w:t>
            </w:r>
            <w:r w:rsidR="00420964">
              <w:rPr>
                <w:rFonts w:ascii="Corbel" w:hAnsi="Corbel"/>
                <w:b w:val="0"/>
                <w:bCs w:val="0"/>
                <w:sz w:val="24"/>
                <w:szCs w:val="24"/>
              </w:rPr>
              <w:t>.</w:t>
            </w:r>
          </w:p>
          <w:p w14:paraId="72D6FD04" w14:textId="1C6DCF08" w:rsidR="00CA5E12" w:rsidRPr="00CA5E12" w:rsidRDefault="00DD7EB9" w:rsidP="00CA5E12">
            <w:pPr>
              <w:pStyle w:val="Nagwek1"/>
              <w:shd w:val="clear" w:color="auto" w:fill="FFFFFF"/>
              <w:spacing w:before="0" w:beforeAutospacing="0" w:after="0" w:afterAutospacing="0"/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</w:pPr>
            <w:hyperlink r:id="rId10" w:tooltip="Marek Konopczyński" w:history="1">
              <w:r w:rsidR="00CA5E12" w:rsidRPr="00CA5E12">
                <w:rPr>
                  <w:rStyle w:val="Hipercze"/>
                  <w:rFonts w:ascii="Corbel" w:hAnsi="Corbel" w:cs="Arial"/>
                  <w:b w:val="0"/>
                  <w:bCs w:val="0"/>
                  <w:color w:val="112254"/>
                  <w:sz w:val="24"/>
                  <w:szCs w:val="24"/>
                  <w:u w:val="none"/>
                  <w:shd w:val="clear" w:color="auto" w:fill="FFFFFF"/>
                </w:rPr>
                <w:t xml:space="preserve"> Konopczyński</w:t>
              </w:r>
            </w:hyperlink>
            <w:r w:rsidR="00CA5E12" w:rsidRPr="00CA5E12">
              <w:rPr>
                <w:rFonts w:ascii="Corbel" w:hAnsi="Corbel"/>
                <w:b w:val="0"/>
                <w:bCs w:val="0"/>
                <w:sz w:val="24"/>
                <w:szCs w:val="24"/>
              </w:rPr>
              <w:t xml:space="preserve"> M.,</w:t>
            </w:r>
            <w:r w:rsidR="00CA5E12" w:rsidRPr="00CA5E12">
              <w:rPr>
                <w:rFonts w:ascii="Corbel" w:hAnsi="Corbel" w:cs="Arial"/>
                <w:b w:val="0"/>
                <w:bCs w:val="0"/>
                <w:color w:val="212529"/>
                <w:sz w:val="24"/>
                <w:szCs w:val="24"/>
              </w:rPr>
              <w:t xml:space="preserve"> Pedagogika resocjalizacyjna. W stronę działań kreujących, Warszawa 2015.</w:t>
            </w:r>
          </w:p>
          <w:p w14:paraId="3CB5717F" w14:textId="77777777" w:rsidR="00CA5E12" w:rsidRPr="00CA5E12" w:rsidRDefault="00CA5E12" w:rsidP="000D2CC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CA5E12">
              <w:rPr>
                <w:rFonts w:ascii="Corbel" w:hAnsi="Corbel"/>
                <w:iCs/>
                <w:sz w:val="24"/>
                <w:szCs w:val="24"/>
              </w:rPr>
              <w:t>Patologie społeczne i problemy społeczne,</w:t>
            </w:r>
            <w:r w:rsidRPr="00CA5E12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CA5E12">
              <w:rPr>
                <w:rFonts w:ascii="Corbel" w:hAnsi="Corbel"/>
                <w:sz w:val="24"/>
                <w:szCs w:val="24"/>
              </w:rPr>
              <w:t>Warszawa 2021.</w:t>
            </w:r>
          </w:p>
          <w:p w14:paraId="17CFF679" w14:textId="77777777" w:rsidR="00CA5E12" w:rsidRPr="00CA5E12" w:rsidRDefault="00CA5E12" w:rsidP="000D2CC5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K., Resocjalizacja. Teoretyczne podstawy oraz przykłady programów oddziaływań. Warszawa 1998.</w:t>
            </w:r>
          </w:p>
          <w:p w14:paraId="202F3190" w14:textId="77777777" w:rsidR="00CA5E12" w:rsidRPr="00CA5E12" w:rsidRDefault="00CA5E12" w:rsidP="000D2CC5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Problemy współczesnej resocjalizacji, L. Pytka, B.M. Nowak (red.), Warszawa 2010.</w:t>
            </w:r>
          </w:p>
          <w:p w14:paraId="4D8D1E3B" w14:textId="77777777" w:rsidR="00CA5E12" w:rsidRPr="00CA5E12" w:rsidRDefault="00CA5E12" w:rsidP="000D2CC5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Pytka L., Pedagogika resocjalizacyjna. Wybrane zagadnienia teoretyczne, diagnostyczne i metodyczne, Warszawa 2000.</w:t>
            </w:r>
          </w:p>
          <w:p w14:paraId="0D1B5E47" w14:textId="39CD8AC3" w:rsidR="00DF2A5E" w:rsidRPr="00246358" w:rsidRDefault="00CA5E12" w:rsidP="000D2CC5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Resocjalizacja, B. Urban, J.M. Stanik (red.), Warszawa 2007.</w:t>
            </w:r>
          </w:p>
        </w:tc>
      </w:tr>
      <w:tr w:rsidR="00726BC1" w:rsidRPr="00B41021" w14:paraId="08EA6CAE" w14:textId="77777777" w:rsidTr="000D2CC5">
        <w:tc>
          <w:tcPr>
            <w:tcW w:w="9072" w:type="dxa"/>
          </w:tcPr>
          <w:p w14:paraId="0BE58027" w14:textId="77777777" w:rsidR="00726BC1" w:rsidRPr="00C0207A" w:rsidRDefault="00726BC1" w:rsidP="000D2CC5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C0207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764C0FB0" w14:textId="77777777" w:rsidR="00CA5E12" w:rsidRPr="00CA5E12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Browne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K., M. Herbert: Zapobieganie przemocy w rodzinie, Warszawa 1999</w:t>
            </w:r>
          </w:p>
          <w:p w14:paraId="5F02CBF2" w14:textId="77777777" w:rsidR="00CA5E12" w:rsidRPr="00CA5E12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Cierpiałkowska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L., Alkoholizm - przyczyny, leczenie, profilaktyka. Poznań 2001.</w:t>
            </w:r>
          </w:p>
          <w:p w14:paraId="0956EA3E" w14:textId="77777777" w:rsidR="00CA5E12" w:rsidRPr="00CA5E12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Dewiacje wśród młodzieży. Uwarunkowania i profilaktyka, pod red. B. Urbana, Kraków 2001.</w:t>
            </w:r>
          </w:p>
          <w:p w14:paraId="66651281" w14:textId="77777777" w:rsidR="00CA5E12" w:rsidRPr="00CA5E12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Dimoff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T., </w:t>
            </w: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Carper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S., Jak rozpoznać, czy dziecko sięga po narkotyki? Warszawa 1994.</w:t>
            </w:r>
          </w:p>
          <w:p w14:paraId="4E83D1BA" w14:textId="77777777" w:rsidR="00CA5E12" w:rsidRPr="00CA5E12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Dziewiecki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M., Integralna profilaktyka uzależnień w szkole. Kraków 2003.</w:t>
            </w:r>
          </w:p>
          <w:p w14:paraId="0EB6C3CC" w14:textId="77777777" w:rsidR="00420964" w:rsidRDefault="00CA5E12" w:rsidP="00420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Dziewiecki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M., Nowoczesna profilaktyka uzależnień, Kielce 2001</w:t>
            </w:r>
          </w:p>
          <w:p w14:paraId="3211B7DE" w14:textId="14821BC4" w:rsidR="00CA5E12" w:rsidRPr="00CA5E12" w:rsidRDefault="00420964" w:rsidP="0042096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 Jaworska A., Leksykon resocjalizacji, Kraków 2012.</w:t>
            </w:r>
          </w:p>
          <w:p w14:paraId="6CC79DAE" w14:textId="77777777" w:rsidR="00CA5E12" w:rsidRDefault="00CA5E12" w:rsidP="000D2CC5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</w:rPr>
              <w:t>Kalinowski M., Pełka, J. Zarys dziejów resocjalizacji nieletnich, Warszawa 2003.</w:t>
            </w:r>
            <w:r w:rsidRPr="00246358">
              <w:rPr>
                <w:rFonts w:ascii="Corbel" w:hAnsi="Corbel"/>
                <w:lang w:eastAsia="en-US"/>
              </w:rPr>
              <w:t xml:space="preserve"> Konopczyński, M. Metody twórczej resocjalizacji, Warszawa 2006.</w:t>
            </w:r>
          </w:p>
          <w:p w14:paraId="40F91AD7" w14:textId="77777777" w:rsidR="00CA5E12" w:rsidRPr="00CA5E12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Paziowie B. i G.: Szkoła, która ochrania. Szkolny program profilaktyki, Kraków 2002</w:t>
            </w:r>
          </w:p>
          <w:p w14:paraId="2F87830C" w14:textId="77777777" w:rsidR="00CA5E12" w:rsidRPr="00CA5E12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Piotrowski P., Zajączkowski K., Profilaktyka w gimnazjum. Projektowanie, realizacja i ewaluacja programów. Kraków 2003.</w:t>
            </w:r>
          </w:p>
          <w:p w14:paraId="7CBB2E22" w14:textId="77777777" w:rsidR="00CA5E12" w:rsidRPr="00246358" w:rsidRDefault="00CA5E12" w:rsidP="000D2CC5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>
              <w:rPr>
                <w:rFonts w:ascii="Corbel" w:hAnsi="Corbel"/>
                <w:lang w:eastAsia="en-US"/>
              </w:rPr>
              <w:t>Pstrąg D</w:t>
            </w:r>
            <w:r w:rsidRPr="009B1EC3">
              <w:rPr>
                <w:rFonts w:ascii="Corbel" w:hAnsi="Corbel"/>
                <w:lang w:eastAsia="en-US"/>
              </w:rPr>
              <w:t xml:space="preserve">., </w:t>
            </w:r>
            <w:r w:rsidRPr="009B1EC3">
              <w:rPr>
                <w:rFonts w:ascii="Corbel" w:hAnsi="Corbel"/>
              </w:rPr>
              <w:t>Inicjacja przestępcza skazanych a</w:t>
            </w:r>
            <w:r w:rsidRPr="009B1EC3">
              <w:rPr>
                <w:rFonts w:ascii="Corbel" w:hAnsi="Corbel"/>
                <w:b/>
                <w:bCs/>
                <w:i/>
                <w:iCs/>
              </w:rPr>
              <w:t xml:space="preserve"> </w:t>
            </w:r>
            <w:r w:rsidRPr="009B1EC3">
              <w:rPr>
                <w:rFonts w:ascii="Corbel" w:hAnsi="Corbel"/>
              </w:rPr>
              <w:t xml:space="preserve">wybrane cechy środowiska rodzinnego i szkolnego (w:) Psychospołeczne uwarunkowania i mechanizmy </w:t>
            </w:r>
            <w:proofErr w:type="spellStart"/>
            <w:r w:rsidRPr="009B1EC3">
              <w:rPr>
                <w:rFonts w:ascii="Corbel" w:hAnsi="Corbel"/>
              </w:rPr>
              <w:t>kryminogenezy</w:t>
            </w:r>
            <w:proofErr w:type="spellEnd"/>
            <w:r w:rsidRPr="009B1EC3">
              <w:rPr>
                <w:rFonts w:ascii="Corbel" w:hAnsi="Corbel"/>
              </w:rPr>
              <w:t xml:space="preserve"> a zachowania </w:t>
            </w:r>
            <w:proofErr w:type="spellStart"/>
            <w:r w:rsidRPr="009B1EC3">
              <w:rPr>
                <w:rFonts w:ascii="Corbel" w:hAnsi="Corbel"/>
              </w:rPr>
              <w:t>paraprzestępcze</w:t>
            </w:r>
            <w:proofErr w:type="spellEnd"/>
            <w:r w:rsidRPr="009B1EC3">
              <w:rPr>
                <w:rFonts w:ascii="Corbel" w:hAnsi="Corbel"/>
              </w:rPr>
              <w:t xml:space="preserve"> i przestępcze, pod red. J.M. Stanika, Warszawa 2007.</w:t>
            </w:r>
          </w:p>
          <w:p w14:paraId="33E5D932" w14:textId="77777777" w:rsidR="00CA5E12" w:rsidRPr="00CA5E12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Pstrąg D., Wybrane zagadnienia z problematyki uzależnień. Rzeszów 2000.</w:t>
            </w:r>
          </w:p>
          <w:p w14:paraId="13CA1CF9" w14:textId="77777777" w:rsidR="00CA5E12" w:rsidRPr="00246358" w:rsidRDefault="00CA5E12" w:rsidP="000D2CC5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246358">
              <w:rPr>
                <w:rFonts w:ascii="Corbel" w:hAnsi="Corbel"/>
                <w:lang w:eastAsia="en-US"/>
              </w:rPr>
              <w:t xml:space="preserve">Resocjalizacja – w stronę środowiska otwartego, I. </w:t>
            </w:r>
            <w:proofErr w:type="spellStart"/>
            <w:r w:rsidRPr="00246358">
              <w:rPr>
                <w:rFonts w:ascii="Corbel" w:hAnsi="Corbel"/>
                <w:lang w:eastAsia="en-US"/>
              </w:rPr>
              <w:t>Pospiszyl</w:t>
            </w:r>
            <w:proofErr w:type="spellEnd"/>
            <w:r w:rsidRPr="00246358">
              <w:rPr>
                <w:rFonts w:ascii="Corbel" w:hAnsi="Corbel"/>
                <w:lang w:eastAsia="en-US"/>
              </w:rPr>
              <w:t>, M. Konopczyński (red.), Warszawa 2007.</w:t>
            </w:r>
          </w:p>
          <w:p w14:paraId="4BC62CB6" w14:textId="77777777" w:rsidR="00CA5E12" w:rsidRPr="00CA5E12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lastRenderedPageBreak/>
              <w:t>Resocjalizacja, pod red. B. Urbana i J.M. Stanika. Warszawa 2007.</w:t>
            </w:r>
          </w:p>
          <w:p w14:paraId="0CAE1B0F" w14:textId="77777777" w:rsidR="00CA5E12" w:rsidRPr="00246358" w:rsidRDefault="00CA5E12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Resocjalizacja. Ciągłość i zmiana, M. Konopczyński, B. M. Nowak, Warszawa 2008. </w:t>
            </w:r>
          </w:p>
          <w:p w14:paraId="0E50D93B" w14:textId="77777777" w:rsidR="00CA5E12" w:rsidRDefault="00CA5E12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>Resocjalizacja: zagadnienia prawne, społeczne i metodyczne, A. Jaworska (red.), Kraków 2009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4EAA6A8C" w14:textId="77777777" w:rsidR="00CA5E12" w:rsidRPr="00B41021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Simm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M., E. Węgrzyn – </w:t>
            </w: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Jonek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>: Budowanie szkolnego programu profilaktyki, Kraków 2002.</w:t>
            </w:r>
          </w:p>
          <w:p w14:paraId="7AC66CF3" w14:textId="77777777" w:rsidR="00CA5E12" w:rsidRPr="00CA5E12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A5E12">
              <w:rPr>
                <w:rFonts w:ascii="Corbel" w:hAnsi="Corbel"/>
                <w:sz w:val="24"/>
                <w:szCs w:val="24"/>
              </w:rPr>
              <w:t>Szpringer</w:t>
            </w:r>
            <w:proofErr w:type="spellEnd"/>
            <w:r w:rsidRPr="00CA5E12">
              <w:rPr>
                <w:rFonts w:ascii="Corbel" w:hAnsi="Corbel"/>
                <w:sz w:val="24"/>
                <w:szCs w:val="24"/>
              </w:rPr>
              <w:t xml:space="preserve"> M., Profilaktyka społeczna, rodzina, szkoła, środowisko lokalne, Kielce 2004</w:t>
            </w:r>
          </w:p>
          <w:p w14:paraId="294E9C4B" w14:textId="77777777" w:rsidR="00CA5E12" w:rsidRDefault="00CA5E12" w:rsidP="000D2CC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6358">
              <w:rPr>
                <w:rFonts w:ascii="Corbel" w:hAnsi="Corbel"/>
                <w:sz w:val="24"/>
                <w:szCs w:val="24"/>
              </w:rPr>
              <w:t xml:space="preserve">Urban B., Zachowania dewiacyjne młodzieży, Kraków 1997. </w:t>
            </w:r>
          </w:p>
          <w:p w14:paraId="47CEA005" w14:textId="77777777" w:rsidR="00CA5E12" w:rsidRPr="00CA5E12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Wiśniewski T., Profilaktyka pedagogiczna - zarys problematyki. Warszawa 1989.</w:t>
            </w:r>
          </w:p>
          <w:p w14:paraId="39D3AEEC" w14:textId="5CDDB130" w:rsidR="00CA5E12" w:rsidRPr="00B41021" w:rsidRDefault="00CA5E12" w:rsidP="00CA5E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5E12">
              <w:rPr>
                <w:rFonts w:ascii="Corbel" w:hAnsi="Corbel"/>
                <w:sz w:val="24"/>
                <w:szCs w:val="24"/>
              </w:rPr>
              <w:t>Zajączkowski K., Profilaktyka zachowań dewiacyjnych dzieci i młodzieży, Toruń 2000.</w:t>
            </w:r>
          </w:p>
        </w:tc>
      </w:tr>
    </w:tbl>
    <w:p w14:paraId="0559993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87EC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3041B97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020C8" w14:textId="77777777" w:rsidR="00DD7EB9" w:rsidRDefault="00DD7EB9" w:rsidP="00C16ABF">
      <w:pPr>
        <w:spacing w:after="0" w:line="240" w:lineRule="auto"/>
      </w:pPr>
      <w:r>
        <w:separator/>
      </w:r>
    </w:p>
  </w:endnote>
  <w:endnote w:type="continuationSeparator" w:id="0">
    <w:p w14:paraId="65B2ECDD" w14:textId="77777777" w:rsidR="00DD7EB9" w:rsidRDefault="00DD7EB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F2B515" w14:textId="77777777" w:rsidR="00DD7EB9" w:rsidRDefault="00DD7EB9" w:rsidP="00C16ABF">
      <w:pPr>
        <w:spacing w:after="0" w:line="240" w:lineRule="auto"/>
      </w:pPr>
      <w:r>
        <w:separator/>
      </w:r>
    </w:p>
  </w:footnote>
  <w:footnote w:type="continuationSeparator" w:id="0">
    <w:p w14:paraId="3F21CB75" w14:textId="77777777" w:rsidR="00DD7EB9" w:rsidRDefault="00DD7EB9" w:rsidP="00C16ABF">
      <w:pPr>
        <w:spacing w:after="0" w:line="240" w:lineRule="auto"/>
      </w:pPr>
      <w:r>
        <w:continuationSeparator/>
      </w:r>
    </w:p>
  </w:footnote>
  <w:footnote w:id="1">
    <w:p w14:paraId="35B2DF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6801"/>
    <w:rsid w:val="00042A51"/>
    <w:rsid w:val="00042B0C"/>
    <w:rsid w:val="00042D2E"/>
    <w:rsid w:val="00044C82"/>
    <w:rsid w:val="00070ED6"/>
    <w:rsid w:val="000742DC"/>
    <w:rsid w:val="00084A0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1C5F"/>
    <w:rsid w:val="000F1C57"/>
    <w:rsid w:val="000F4CFC"/>
    <w:rsid w:val="000F5615"/>
    <w:rsid w:val="001045A1"/>
    <w:rsid w:val="00107CB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782"/>
    <w:rsid w:val="0018530D"/>
    <w:rsid w:val="00192801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AA4"/>
    <w:rsid w:val="00244ABC"/>
    <w:rsid w:val="0028173C"/>
    <w:rsid w:val="00281FF2"/>
    <w:rsid w:val="002857DE"/>
    <w:rsid w:val="00291567"/>
    <w:rsid w:val="002A22BF"/>
    <w:rsid w:val="002A2389"/>
    <w:rsid w:val="002A3ED2"/>
    <w:rsid w:val="002A671D"/>
    <w:rsid w:val="002B4D55"/>
    <w:rsid w:val="002B5EA0"/>
    <w:rsid w:val="002B6119"/>
    <w:rsid w:val="002C1F06"/>
    <w:rsid w:val="002C5279"/>
    <w:rsid w:val="002D2C9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AD4"/>
    <w:rsid w:val="003C0BAE"/>
    <w:rsid w:val="003D18A9"/>
    <w:rsid w:val="003D6CE2"/>
    <w:rsid w:val="003D70D4"/>
    <w:rsid w:val="003E1941"/>
    <w:rsid w:val="003E2FE6"/>
    <w:rsid w:val="003E49D5"/>
    <w:rsid w:val="003F205D"/>
    <w:rsid w:val="003F38C0"/>
    <w:rsid w:val="00414E3C"/>
    <w:rsid w:val="00420964"/>
    <w:rsid w:val="0042244A"/>
    <w:rsid w:val="0042745A"/>
    <w:rsid w:val="00431D5C"/>
    <w:rsid w:val="004362C6"/>
    <w:rsid w:val="00437FA2"/>
    <w:rsid w:val="00445970"/>
    <w:rsid w:val="00451240"/>
    <w:rsid w:val="00461EFC"/>
    <w:rsid w:val="004652C2"/>
    <w:rsid w:val="00466B1D"/>
    <w:rsid w:val="004706D1"/>
    <w:rsid w:val="00471113"/>
    <w:rsid w:val="00471326"/>
    <w:rsid w:val="0047598D"/>
    <w:rsid w:val="004840FD"/>
    <w:rsid w:val="00490F7D"/>
    <w:rsid w:val="00491678"/>
    <w:rsid w:val="00494566"/>
    <w:rsid w:val="004968E2"/>
    <w:rsid w:val="004A3EEA"/>
    <w:rsid w:val="004A4D1F"/>
    <w:rsid w:val="004B3F0E"/>
    <w:rsid w:val="004D31C0"/>
    <w:rsid w:val="004D5282"/>
    <w:rsid w:val="004F1551"/>
    <w:rsid w:val="004F1833"/>
    <w:rsid w:val="004F55A3"/>
    <w:rsid w:val="0050496F"/>
    <w:rsid w:val="00511744"/>
    <w:rsid w:val="00513B6F"/>
    <w:rsid w:val="00517C63"/>
    <w:rsid w:val="005363C4"/>
    <w:rsid w:val="00536BDE"/>
    <w:rsid w:val="00543ACC"/>
    <w:rsid w:val="005515FE"/>
    <w:rsid w:val="0056696D"/>
    <w:rsid w:val="0059484D"/>
    <w:rsid w:val="00595FC4"/>
    <w:rsid w:val="005A0855"/>
    <w:rsid w:val="005A3196"/>
    <w:rsid w:val="005C080F"/>
    <w:rsid w:val="005C5378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350C4"/>
    <w:rsid w:val="00647FA8"/>
    <w:rsid w:val="00650C5F"/>
    <w:rsid w:val="00654934"/>
    <w:rsid w:val="006554E1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72DA"/>
    <w:rsid w:val="0070563C"/>
    <w:rsid w:val="00706544"/>
    <w:rsid w:val="007072BA"/>
    <w:rsid w:val="0071620A"/>
    <w:rsid w:val="00724677"/>
    <w:rsid w:val="00725459"/>
    <w:rsid w:val="00726BC1"/>
    <w:rsid w:val="007327BD"/>
    <w:rsid w:val="00734608"/>
    <w:rsid w:val="007349C8"/>
    <w:rsid w:val="00737B25"/>
    <w:rsid w:val="00745302"/>
    <w:rsid w:val="00746193"/>
    <w:rsid w:val="007461D6"/>
    <w:rsid w:val="00746EC8"/>
    <w:rsid w:val="007621D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701"/>
    <w:rsid w:val="00884922"/>
    <w:rsid w:val="00885F64"/>
    <w:rsid w:val="008917F9"/>
    <w:rsid w:val="008A45F7"/>
    <w:rsid w:val="008B2A04"/>
    <w:rsid w:val="008B4E35"/>
    <w:rsid w:val="008C0CC0"/>
    <w:rsid w:val="008C19A9"/>
    <w:rsid w:val="008C379D"/>
    <w:rsid w:val="008C5147"/>
    <w:rsid w:val="008C5359"/>
    <w:rsid w:val="008C5363"/>
    <w:rsid w:val="008D3DFB"/>
    <w:rsid w:val="008D743A"/>
    <w:rsid w:val="008E64F4"/>
    <w:rsid w:val="008F12C9"/>
    <w:rsid w:val="008F6E29"/>
    <w:rsid w:val="00916188"/>
    <w:rsid w:val="00923D7D"/>
    <w:rsid w:val="00933888"/>
    <w:rsid w:val="009508DF"/>
    <w:rsid w:val="00950DAC"/>
    <w:rsid w:val="00954A07"/>
    <w:rsid w:val="00972B70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0EB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40ADB"/>
    <w:rsid w:val="00B43B77"/>
    <w:rsid w:val="00B43E80"/>
    <w:rsid w:val="00B607DB"/>
    <w:rsid w:val="00B66529"/>
    <w:rsid w:val="00B701D6"/>
    <w:rsid w:val="00B75946"/>
    <w:rsid w:val="00B8056E"/>
    <w:rsid w:val="00B819C8"/>
    <w:rsid w:val="00B82308"/>
    <w:rsid w:val="00B90885"/>
    <w:rsid w:val="00B90DD8"/>
    <w:rsid w:val="00BB520A"/>
    <w:rsid w:val="00BD3869"/>
    <w:rsid w:val="00BD66E9"/>
    <w:rsid w:val="00BD6FF4"/>
    <w:rsid w:val="00BF2C41"/>
    <w:rsid w:val="00C058B4"/>
    <w:rsid w:val="00C05F44"/>
    <w:rsid w:val="00C12A25"/>
    <w:rsid w:val="00C131B5"/>
    <w:rsid w:val="00C16ABF"/>
    <w:rsid w:val="00C170AE"/>
    <w:rsid w:val="00C26CB7"/>
    <w:rsid w:val="00C324C1"/>
    <w:rsid w:val="00C36992"/>
    <w:rsid w:val="00C369B9"/>
    <w:rsid w:val="00C47C6B"/>
    <w:rsid w:val="00C56036"/>
    <w:rsid w:val="00C61DC5"/>
    <w:rsid w:val="00C67E92"/>
    <w:rsid w:val="00C70A26"/>
    <w:rsid w:val="00C766DF"/>
    <w:rsid w:val="00C94B98"/>
    <w:rsid w:val="00CA2B96"/>
    <w:rsid w:val="00CA5089"/>
    <w:rsid w:val="00CA5E12"/>
    <w:rsid w:val="00CD6897"/>
    <w:rsid w:val="00CE44D8"/>
    <w:rsid w:val="00CE5BAC"/>
    <w:rsid w:val="00CF21A3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66709"/>
    <w:rsid w:val="00D74119"/>
    <w:rsid w:val="00D8075B"/>
    <w:rsid w:val="00D8328E"/>
    <w:rsid w:val="00D8678B"/>
    <w:rsid w:val="00DA2114"/>
    <w:rsid w:val="00DD7EB9"/>
    <w:rsid w:val="00DE09C0"/>
    <w:rsid w:val="00DE4A14"/>
    <w:rsid w:val="00DF2A5E"/>
    <w:rsid w:val="00DF320D"/>
    <w:rsid w:val="00DF3988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A779E"/>
    <w:rsid w:val="00EB498F"/>
    <w:rsid w:val="00EC4899"/>
    <w:rsid w:val="00ED03AB"/>
    <w:rsid w:val="00ED32D2"/>
    <w:rsid w:val="00EE325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38E8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6497A"/>
  <w15:docId w15:val="{F4C77F2B-182B-42BD-80C2-F4B151578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726BC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2A5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F39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andard">
    <w:name w:val="Standard"/>
    <w:rsid w:val="005C5378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val="en-US" w:eastAsia="en-US" w:bidi="en-US"/>
    </w:rPr>
  </w:style>
  <w:style w:type="character" w:styleId="Pogrubienie">
    <w:name w:val="Strong"/>
    <w:basedOn w:val="Domylnaczcionkaakapitu"/>
    <w:uiPriority w:val="22"/>
    <w:qFormat/>
    <w:rsid w:val="003D70D4"/>
    <w:rPr>
      <w:b/>
      <w:bCs/>
    </w:rPr>
  </w:style>
  <w:style w:type="character" w:customStyle="1" w:styleId="tm12">
    <w:name w:val="tm12"/>
    <w:basedOn w:val="Domylnaczcionkaakapitu"/>
    <w:rsid w:val="003D70D4"/>
  </w:style>
  <w:style w:type="character" w:customStyle="1" w:styleId="tm15">
    <w:name w:val="tm15"/>
    <w:basedOn w:val="Domylnaczcionkaakapitu"/>
    <w:rsid w:val="003D70D4"/>
  </w:style>
  <w:style w:type="character" w:customStyle="1" w:styleId="Nagwek1Znak">
    <w:name w:val="Nagłówek 1 Znak"/>
    <w:basedOn w:val="Domylnaczcionkaakapitu"/>
    <w:link w:val="Nagwek1"/>
    <w:uiPriority w:val="9"/>
    <w:rsid w:val="00726BC1"/>
    <w:rPr>
      <w:rFonts w:eastAsia="Times New Roman"/>
      <w:b/>
      <w:bCs/>
      <w:kern w:val="36"/>
      <w:sz w:val="48"/>
      <w:szCs w:val="48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6BC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6BC1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semiHidden/>
    <w:unhideWhenUsed/>
    <w:rsid w:val="00726B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value">
    <w:name w:val="value"/>
    <w:basedOn w:val="Domylnaczcionkaakapitu"/>
    <w:rsid w:val="00DF2A5E"/>
  </w:style>
  <w:style w:type="character" w:customStyle="1" w:styleId="Nagwek2Znak">
    <w:name w:val="Nagłówek 2 Znak"/>
    <w:basedOn w:val="Domylnaczcionkaakapitu"/>
    <w:link w:val="Nagwek2"/>
    <w:uiPriority w:val="9"/>
    <w:semiHidden/>
    <w:rsid w:val="00DF2A5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type">
    <w:name w:val="type"/>
    <w:basedOn w:val="Domylnaczcionkaakapitu"/>
    <w:rsid w:val="00DF2A5E"/>
  </w:style>
  <w:style w:type="character" w:styleId="Odwoaniedokomentarza">
    <w:name w:val="annotation reference"/>
    <w:basedOn w:val="Domylnaczcionkaakapitu"/>
    <w:uiPriority w:val="99"/>
    <w:semiHidden/>
    <w:unhideWhenUsed/>
    <w:rsid w:val="00972B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2B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2B7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B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2B7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siegarnia.pwn.pl/autor/Katarzyna-Kowalczewska-Grabowska,a,69632048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tantis.pl/autor/marek-konopczynski-a17321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siegarnia.pwn.pl/autor/Karolina-Kmiecik-Jusiega,a,88903545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30DE8-3232-4CE0-95F3-2D3D86633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409</TotalTime>
  <Pages>6</Pages>
  <Words>1715</Words>
  <Characters>10296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2019-02-06T12:12:00Z</cp:lastPrinted>
  <dcterms:created xsi:type="dcterms:W3CDTF">2023-06-07T06:22:00Z</dcterms:created>
  <dcterms:modified xsi:type="dcterms:W3CDTF">2023-09-14T10:01:00Z</dcterms:modified>
</cp:coreProperties>
</file>